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01B249" w14:textId="77777777" w:rsidR="005B1B49" w:rsidRDefault="005B1B49" w:rsidP="005B1B49">
      <w:pPr>
        <w:pStyle w:val="SensirionSubtitle"/>
      </w:pPr>
    </w:p>
    <w:p w14:paraId="2D214E39" w14:textId="77777777" w:rsidR="005B1B49" w:rsidRPr="005B1B49" w:rsidRDefault="005B1B49" w:rsidP="005B1B49">
      <w:pPr>
        <w:pStyle w:val="SensirionSubtitle"/>
        <w:rPr>
          <w:lang w:val="de-CH"/>
        </w:rPr>
      </w:pPr>
      <w:r w:rsidRPr="005B1B49">
        <w:rPr>
          <w:lang w:val="de-CH"/>
        </w:rPr>
        <w:t>Media Release</w:t>
      </w:r>
    </w:p>
    <w:p w14:paraId="71C2A0EB" w14:textId="5E5AD326" w:rsidR="005B1B49" w:rsidRPr="005B1B49" w:rsidRDefault="00AA5254" w:rsidP="005B1B49">
      <w:pPr>
        <w:pStyle w:val="SensirionSubtitle"/>
        <w:rPr>
          <w:lang w:val="de-CH"/>
        </w:rPr>
      </w:pPr>
      <w:r>
        <w:rPr>
          <w:lang w:val="de-CH"/>
        </w:rPr>
        <w:t>1</w:t>
      </w:r>
      <w:r w:rsidR="004D70EC">
        <w:rPr>
          <w:lang w:val="de-CH"/>
        </w:rPr>
        <w:t>5</w:t>
      </w:r>
      <w:r>
        <w:rPr>
          <w:lang w:val="de-CH"/>
        </w:rPr>
        <w:t>.12.2025</w:t>
      </w:r>
      <w:r w:rsidR="005B1B49" w:rsidRPr="005B1B49">
        <w:rPr>
          <w:lang w:val="de-CH"/>
        </w:rPr>
        <w:t>, Sensirion AG, 8712 Stäfa, Schweiz</w:t>
      </w:r>
    </w:p>
    <w:p w14:paraId="52A44AC3" w14:textId="77777777" w:rsidR="005B1B49" w:rsidRPr="005B1B49" w:rsidRDefault="005B1B49" w:rsidP="005B1B49">
      <w:pPr>
        <w:rPr>
          <w:lang w:val="de-CH" w:eastAsia="de-DE"/>
        </w:rPr>
      </w:pPr>
    </w:p>
    <w:p w14:paraId="03D4EA31" w14:textId="77777777" w:rsidR="005B1B49" w:rsidRPr="005B1B49" w:rsidRDefault="005B1B49" w:rsidP="005B1B49">
      <w:pPr>
        <w:rPr>
          <w:lang w:val="de-CH" w:eastAsia="de-DE"/>
        </w:rPr>
      </w:pPr>
    </w:p>
    <w:p w14:paraId="35FD36CD" w14:textId="7BE5AB3A" w:rsidR="005B1B49" w:rsidRDefault="00A06031" w:rsidP="005B1B49">
      <w:pPr>
        <w:rPr>
          <w:rFonts w:asciiTheme="majorHAnsi" w:hAnsiTheme="majorHAnsi"/>
          <w:b/>
          <w:bCs/>
          <w:sz w:val="28"/>
          <w:lang w:val="de-CH" w:eastAsia="ja-JP"/>
        </w:rPr>
      </w:pPr>
      <w:r w:rsidRPr="00A06031">
        <w:rPr>
          <w:rFonts w:asciiTheme="majorHAnsi" w:hAnsiTheme="majorHAnsi" w:hint="eastAsia"/>
          <w:b/>
          <w:bCs/>
          <w:sz w:val="28"/>
          <w:lang w:eastAsia="ja-JP"/>
        </w:rPr>
        <w:t>センシリオン、建築関連の包括的な規格に対応した</w:t>
      </w:r>
      <w:r w:rsidRPr="00A06031">
        <w:rPr>
          <w:rFonts w:asciiTheme="majorHAnsi" w:hAnsiTheme="majorHAnsi" w:hint="eastAsia"/>
          <w:b/>
          <w:bCs/>
          <w:sz w:val="28"/>
          <w:lang w:eastAsia="ja-JP"/>
        </w:rPr>
        <w:t>CO</w:t>
      </w:r>
      <w:r w:rsidRPr="00A06031">
        <w:rPr>
          <w:rFonts w:ascii="Cambria Math" w:hAnsi="Cambria Math" w:cs="Cambria Math"/>
          <w:b/>
          <w:bCs/>
          <w:sz w:val="28"/>
          <w:lang w:eastAsia="ja-JP"/>
        </w:rPr>
        <w:t>₂</w:t>
      </w:r>
      <w:r w:rsidRPr="00A06031">
        <w:rPr>
          <w:rFonts w:ascii="SimSun" w:eastAsia="SimSun" w:hAnsi="SimSun" w:cs="SimSun" w:hint="eastAsia"/>
          <w:b/>
          <w:bCs/>
          <w:sz w:val="28"/>
          <w:lang w:eastAsia="ja-JP"/>
        </w:rPr>
        <w:t>センサー「</w:t>
      </w:r>
      <w:r w:rsidRPr="00A06031">
        <w:rPr>
          <w:rFonts w:asciiTheme="majorHAnsi" w:hAnsiTheme="majorHAnsi" w:hint="eastAsia"/>
          <w:b/>
          <w:bCs/>
          <w:sz w:val="28"/>
          <w:lang w:eastAsia="ja-JP"/>
        </w:rPr>
        <w:t>SCD43</w:t>
      </w:r>
      <w:r w:rsidRPr="00A06031">
        <w:rPr>
          <w:rFonts w:asciiTheme="majorHAnsi" w:hAnsiTheme="majorHAnsi" w:hint="eastAsia"/>
          <w:b/>
          <w:bCs/>
          <w:sz w:val="28"/>
          <w:lang w:eastAsia="ja-JP"/>
        </w:rPr>
        <w:t>」を発売</w:t>
      </w:r>
    </w:p>
    <w:p w14:paraId="51BDE833" w14:textId="77777777" w:rsidR="00A06031" w:rsidRPr="00A06031" w:rsidRDefault="00A06031" w:rsidP="005B1B49">
      <w:pPr>
        <w:rPr>
          <w:lang w:val="de-CH" w:eastAsia="ja-JP"/>
        </w:rPr>
      </w:pPr>
    </w:p>
    <w:p w14:paraId="1B18D976" w14:textId="77777777" w:rsidR="00EC3B3C" w:rsidRDefault="00EC3B3C" w:rsidP="00001D48">
      <w:pPr>
        <w:rPr>
          <w:lang w:val="de-CH" w:eastAsia="ja-JP"/>
        </w:rPr>
      </w:pPr>
      <w:r w:rsidRPr="00EC3B3C">
        <w:rPr>
          <w:rFonts w:hint="eastAsia"/>
          <w:lang w:eastAsia="ja-JP"/>
        </w:rPr>
        <w:t>センシリオンが</w:t>
      </w:r>
      <w:r w:rsidRPr="00EC3B3C">
        <w:rPr>
          <w:rFonts w:hint="eastAsia"/>
          <w:lang w:eastAsia="ja-JP"/>
        </w:rPr>
        <w:t xml:space="preserve"> CO</w:t>
      </w:r>
      <w:r w:rsidRPr="00EC3B3C">
        <w:rPr>
          <w:rFonts w:ascii="Cambria Math" w:hAnsi="Cambria Math" w:cs="Cambria Math"/>
          <w:lang w:eastAsia="ja-JP"/>
        </w:rPr>
        <w:t>₂</w:t>
      </w:r>
      <w:r w:rsidRPr="00EC3B3C">
        <w:rPr>
          <w:rFonts w:ascii="SimSun" w:eastAsia="SimSun" w:hAnsi="SimSun" w:cs="SimSun" w:hint="eastAsia"/>
          <w:lang w:eastAsia="ja-JP"/>
        </w:rPr>
        <w:t>センサー「</w:t>
      </w:r>
      <w:r w:rsidRPr="00EC3B3C">
        <w:rPr>
          <w:rFonts w:hint="eastAsia"/>
          <w:lang w:eastAsia="ja-JP"/>
        </w:rPr>
        <w:t>SCD43</w:t>
      </w:r>
      <w:r w:rsidRPr="00EC3B3C">
        <w:rPr>
          <w:rFonts w:hint="eastAsia"/>
          <w:lang w:eastAsia="ja-JP"/>
        </w:rPr>
        <w:t>」を発売し、グローバル流通ネットワークを通じて提供を開始。幅広い用途向けに設計された</w:t>
      </w:r>
      <w:r w:rsidRPr="00EC3B3C">
        <w:rPr>
          <w:rFonts w:hint="eastAsia"/>
          <w:lang w:eastAsia="ja-JP"/>
        </w:rPr>
        <w:t xml:space="preserve"> SCD43 </w:t>
      </w:r>
      <w:r w:rsidRPr="00EC3B3C">
        <w:rPr>
          <w:rFonts w:hint="eastAsia"/>
          <w:lang w:eastAsia="ja-JP"/>
        </w:rPr>
        <w:t>は、信頼性の高い測定を実現し、省エネルギー運用、環境モニタリング、ユーザーの快適性向上をサポートします。</w:t>
      </w:r>
    </w:p>
    <w:p w14:paraId="0C6C4B19" w14:textId="24F661F6" w:rsidR="00001D48" w:rsidRPr="00001D48" w:rsidRDefault="00001D48" w:rsidP="00001D48">
      <w:pPr>
        <w:rPr>
          <w:lang w:eastAsia="ja-JP"/>
        </w:rPr>
      </w:pPr>
      <w:r w:rsidRPr="00001D48">
        <w:rPr>
          <w:lang w:eastAsia="ja-JP"/>
        </w:rPr>
        <w:t> </w:t>
      </w:r>
    </w:p>
    <w:p w14:paraId="3189AB31" w14:textId="77777777" w:rsidR="00001D48" w:rsidRPr="00001D48" w:rsidRDefault="00001D48" w:rsidP="00001D48">
      <w:pPr>
        <w:rPr>
          <w:lang w:eastAsia="ja-JP"/>
        </w:rPr>
      </w:pPr>
      <w:r w:rsidRPr="00001D48">
        <w:rPr>
          <w:lang w:eastAsia="ja-JP"/>
        </w:rPr>
        <w:t> </w:t>
      </w:r>
    </w:p>
    <w:p w14:paraId="0979379E" w14:textId="77777777" w:rsidR="00001D48" w:rsidRPr="00001D48" w:rsidRDefault="00001D48" w:rsidP="00001D48">
      <w:pPr>
        <w:rPr>
          <w:lang w:eastAsia="ja-JP"/>
        </w:rPr>
      </w:pPr>
      <w:r w:rsidRPr="00001D48">
        <w:rPr>
          <w:noProof/>
          <w:lang w:val="de-CH" w:eastAsia="de-DE"/>
        </w:rPr>
        <w:drawing>
          <wp:inline distT="0" distB="0" distL="0" distR="0" wp14:anchorId="57226DC5" wp14:editId="5ED9FC13">
            <wp:extent cx="5758180" cy="3241040"/>
            <wp:effectExtent l="0" t="0" r="0" b="0"/>
            <wp:docPr id="1459686970" name="Picture 1" descr="A finger pressing a button on a digital devic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finger pressing a button on a digital device&#10;&#10;AI-generated content may be incorrec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8180" cy="3241040"/>
                    </a:xfrm>
                    <a:prstGeom prst="rect">
                      <a:avLst/>
                    </a:prstGeom>
                    <a:noFill/>
                    <a:ln>
                      <a:noFill/>
                    </a:ln>
                  </pic:spPr>
                </pic:pic>
              </a:graphicData>
            </a:graphic>
          </wp:inline>
        </w:drawing>
      </w:r>
      <w:r w:rsidRPr="00001D48">
        <w:rPr>
          <w:lang w:eastAsia="ja-JP"/>
        </w:rPr>
        <w:t> </w:t>
      </w:r>
    </w:p>
    <w:p w14:paraId="551BCA28" w14:textId="724B1430" w:rsidR="00001D48" w:rsidRPr="00001D48" w:rsidRDefault="00001D48" w:rsidP="00001D48">
      <w:pPr>
        <w:rPr>
          <w:lang w:eastAsia="ja-JP"/>
        </w:rPr>
      </w:pPr>
      <w:r w:rsidRPr="00001D48">
        <w:rPr>
          <w:lang w:eastAsia="ja-JP"/>
        </w:rPr>
        <w:t> </w:t>
      </w:r>
    </w:p>
    <w:p w14:paraId="4C782358" w14:textId="77777777" w:rsidR="00001D48" w:rsidRPr="00001D48" w:rsidRDefault="00001D48" w:rsidP="00001D48">
      <w:pPr>
        <w:rPr>
          <w:lang w:eastAsia="ja-JP"/>
        </w:rPr>
      </w:pPr>
      <w:r w:rsidRPr="00001D48">
        <w:rPr>
          <w:lang w:eastAsia="ja-JP"/>
        </w:rPr>
        <w:t> </w:t>
      </w:r>
    </w:p>
    <w:p w14:paraId="65459432" w14:textId="77777777" w:rsidR="00062B40" w:rsidRDefault="00062B40" w:rsidP="00001D48">
      <w:pPr>
        <w:rPr>
          <w:lang w:val="de-CH" w:eastAsia="ja-JP"/>
        </w:rPr>
      </w:pPr>
      <w:r w:rsidRPr="00062B40">
        <w:rPr>
          <w:rFonts w:hint="eastAsia"/>
          <w:lang w:eastAsia="ja-JP"/>
        </w:rPr>
        <w:t>このセンサーは堅牢で長寿命、さらに統合も容易で、長期的なドリフト補正のためのオンチップ自動セルフキャリブレーションアルゴリズムとデジタル</w:t>
      </w:r>
      <w:r w:rsidRPr="00062B40">
        <w:rPr>
          <w:rFonts w:hint="eastAsia"/>
          <w:lang w:eastAsia="ja-JP"/>
        </w:rPr>
        <w:t xml:space="preserve"> I</w:t>
      </w:r>
      <w:r w:rsidRPr="00062B40">
        <w:rPr>
          <w:rFonts w:hint="eastAsia"/>
          <w:lang w:eastAsia="ja-JP"/>
        </w:rPr>
        <w:t>²</w:t>
      </w:r>
      <w:r w:rsidRPr="00062B40">
        <w:rPr>
          <w:rFonts w:hint="eastAsia"/>
          <w:lang w:eastAsia="ja-JP"/>
        </w:rPr>
        <w:t xml:space="preserve">C </w:t>
      </w:r>
      <w:r w:rsidRPr="00062B40">
        <w:rPr>
          <w:rFonts w:hint="eastAsia"/>
          <w:lang w:eastAsia="ja-JP"/>
        </w:rPr>
        <w:t>インターフェースを備えています。その小型フットプリントと高い信頼性を持つ性能により、さまざまな設計や環境での使用に適しています。</w:t>
      </w:r>
    </w:p>
    <w:p w14:paraId="2A5274AD" w14:textId="10F01440" w:rsidR="00001D48" w:rsidRPr="00001D48" w:rsidRDefault="00001D48" w:rsidP="00001D48">
      <w:pPr>
        <w:rPr>
          <w:lang w:eastAsia="ja-JP"/>
        </w:rPr>
      </w:pPr>
      <w:r w:rsidRPr="00001D48">
        <w:rPr>
          <w:lang w:eastAsia="ja-JP"/>
        </w:rPr>
        <w:t> </w:t>
      </w:r>
    </w:p>
    <w:p w14:paraId="7E165EC3" w14:textId="77777777" w:rsidR="00CA19F6" w:rsidRDefault="00CA19F6" w:rsidP="00001D48">
      <w:pPr>
        <w:rPr>
          <w:lang w:val="de-CH" w:eastAsia="ja-JP"/>
        </w:rPr>
      </w:pPr>
      <w:r w:rsidRPr="00CA19F6">
        <w:rPr>
          <w:rFonts w:hint="eastAsia"/>
          <w:lang w:eastAsia="ja-JP"/>
        </w:rPr>
        <w:t xml:space="preserve">SCD43 </w:t>
      </w:r>
      <w:r w:rsidRPr="00CA19F6">
        <w:rPr>
          <w:rFonts w:hint="eastAsia"/>
          <w:lang w:eastAsia="ja-JP"/>
        </w:rPr>
        <w:t>は、商業用および住宅用</w:t>
      </w:r>
      <w:r w:rsidRPr="00CA19F6">
        <w:rPr>
          <w:rFonts w:hint="eastAsia"/>
          <w:lang w:eastAsia="ja-JP"/>
        </w:rPr>
        <w:t xml:space="preserve"> HVAC </w:t>
      </w:r>
      <w:r w:rsidRPr="00CA19F6">
        <w:rPr>
          <w:rFonts w:hint="eastAsia"/>
          <w:lang w:eastAsia="ja-JP"/>
        </w:rPr>
        <w:t>システムの壁掛け型サーモスタット、空気清浄機、室内空気質モニターに特に適しており、正確な</w:t>
      </w:r>
      <w:r w:rsidRPr="00CA19F6">
        <w:rPr>
          <w:rFonts w:hint="eastAsia"/>
          <w:lang w:eastAsia="ja-JP"/>
        </w:rPr>
        <w:t xml:space="preserve"> CO</w:t>
      </w:r>
      <w:r w:rsidRPr="00CA19F6">
        <w:rPr>
          <w:rFonts w:ascii="Cambria Math" w:hAnsi="Cambria Math" w:cs="Cambria Math"/>
          <w:lang w:eastAsia="ja-JP"/>
        </w:rPr>
        <w:t>₂</w:t>
      </w:r>
      <w:r w:rsidRPr="00CA19F6">
        <w:rPr>
          <w:rFonts w:hint="eastAsia"/>
          <w:lang w:eastAsia="ja-JP"/>
        </w:rPr>
        <w:t xml:space="preserve"> </w:t>
      </w:r>
      <w:r w:rsidRPr="00CA19F6">
        <w:rPr>
          <w:rFonts w:hint="eastAsia"/>
          <w:lang w:eastAsia="ja-JP"/>
        </w:rPr>
        <w:t>測定によって省エネルギー性、快適性、そして健康的な室内環境の維持に貢献します。</w:t>
      </w:r>
    </w:p>
    <w:p w14:paraId="5B310B17" w14:textId="25490A21" w:rsidR="00001D48" w:rsidRPr="00001D48" w:rsidRDefault="00001D48" w:rsidP="00001D48">
      <w:pPr>
        <w:rPr>
          <w:lang w:eastAsia="ja-JP"/>
        </w:rPr>
      </w:pPr>
      <w:r w:rsidRPr="00001D48">
        <w:rPr>
          <w:lang w:eastAsia="ja-JP"/>
        </w:rPr>
        <w:t> </w:t>
      </w:r>
    </w:p>
    <w:p w14:paraId="5F52EA0D" w14:textId="77777777" w:rsidR="00001D48" w:rsidRDefault="00001D48" w:rsidP="00001D48">
      <w:pPr>
        <w:rPr>
          <w:lang w:val="de-CH" w:eastAsia="ja-JP"/>
        </w:rPr>
      </w:pPr>
      <w:r w:rsidRPr="00001D48">
        <w:rPr>
          <w:lang w:val="de-CH" w:eastAsia="ja-JP"/>
        </w:rPr>
        <w:t> </w:t>
      </w:r>
    </w:p>
    <w:p w14:paraId="777B8B18" w14:textId="77777777" w:rsidR="00F251CE" w:rsidRDefault="00F251CE" w:rsidP="00001D48">
      <w:pPr>
        <w:rPr>
          <w:lang w:val="de-CH" w:eastAsia="ja-JP"/>
        </w:rPr>
      </w:pPr>
    </w:p>
    <w:p w14:paraId="1F83A036" w14:textId="77777777" w:rsidR="00F251CE" w:rsidRDefault="00F251CE" w:rsidP="00001D48">
      <w:pPr>
        <w:rPr>
          <w:lang w:val="de-CH" w:eastAsia="ja-JP"/>
        </w:rPr>
      </w:pPr>
    </w:p>
    <w:p w14:paraId="5477DB09" w14:textId="77777777" w:rsidR="00F251CE" w:rsidRDefault="00F251CE" w:rsidP="00001D48">
      <w:pPr>
        <w:rPr>
          <w:lang w:val="de-CH" w:eastAsia="ja-JP"/>
        </w:rPr>
      </w:pPr>
    </w:p>
    <w:p w14:paraId="3EF45994" w14:textId="77777777" w:rsidR="00F251CE" w:rsidRDefault="00F251CE" w:rsidP="00001D48">
      <w:pPr>
        <w:rPr>
          <w:lang w:val="de-CH" w:eastAsia="ja-JP"/>
        </w:rPr>
      </w:pPr>
    </w:p>
    <w:p w14:paraId="61433CD6" w14:textId="77777777" w:rsidR="00F251CE" w:rsidRDefault="00F251CE" w:rsidP="00001D48">
      <w:pPr>
        <w:rPr>
          <w:lang w:val="de-CH" w:eastAsia="ja-JP"/>
        </w:rPr>
      </w:pPr>
    </w:p>
    <w:p w14:paraId="6DE4D8D6" w14:textId="77777777" w:rsidR="00F251CE" w:rsidRDefault="00F251CE" w:rsidP="00001D48">
      <w:pPr>
        <w:rPr>
          <w:lang w:val="de-CH" w:eastAsia="ja-JP"/>
        </w:rPr>
      </w:pPr>
    </w:p>
    <w:p w14:paraId="0E10E81D" w14:textId="77777777" w:rsidR="00F251CE" w:rsidRDefault="00F251CE" w:rsidP="00001D48">
      <w:pPr>
        <w:rPr>
          <w:lang w:val="de-CH" w:eastAsia="ja-JP"/>
        </w:rPr>
      </w:pPr>
    </w:p>
    <w:p w14:paraId="188EB201" w14:textId="77777777" w:rsidR="00F251CE" w:rsidRPr="00001D48" w:rsidRDefault="00F251CE" w:rsidP="00001D48">
      <w:pPr>
        <w:rPr>
          <w:lang w:val="de-CH" w:eastAsia="ja-JP"/>
        </w:rPr>
      </w:pPr>
    </w:p>
    <w:p w14:paraId="01CA37AE" w14:textId="77777777" w:rsidR="00CA19F6" w:rsidRPr="00CA19F6" w:rsidRDefault="00CA19F6" w:rsidP="00CA19F6">
      <w:pPr>
        <w:rPr>
          <w:lang w:val="de-CH" w:eastAsia="ja-JP"/>
        </w:rPr>
      </w:pPr>
      <w:r w:rsidRPr="00CA19F6">
        <w:rPr>
          <w:rFonts w:hint="eastAsia"/>
          <w:lang w:val="de-CH" w:eastAsia="ja-JP"/>
        </w:rPr>
        <w:lastRenderedPageBreak/>
        <w:t>主な特長：</w:t>
      </w:r>
    </w:p>
    <w:p w14:paraId="45C6C3A3" w14:textId="77777777" w:rsidR="00CA19F6" w:rsidRPr="00CA19F6" w:rsidRDefault="00CA19F6" w:rsidP="00CA19F6">
      <w:pPr>
        <w:rPr>
          <w:lang w:val="de-CH" w:eastAsia="ja-JP"/>
        </w:rPr>
      </w:pPr>
    </w:p>
    <w:p w14:paraId="754C0B3F" w14:textId="77777777" w:rsidR="00CA19F6" w:rsidRPr="00CA19F6" w:rsidRDefault="00CA19F6" w:rsidP="00CA19F6">
      <w:pPr>
        <w:rPr>
          <w:lang w:val="de-CH" w:eastAsia="ja-JP"/>
        </w:rPr>
      </w:pPr>
    </w:p>
    <w:p w14:paraId="0158683A" w14:textId="77777777" w:rsidR="00CA19F6" w:rsidRPr="00CA19F6" w:rsidRDefault="00CA19F6" w:rsidP="00CA19F6">
      <w:pPr>
        <w:rPr>
          <w:lang w:val="de-CH" w:eastAsia="ja-JP"/>
        </w:rPr>
      </w:pPr>
      <w:r w:rsidRPr="00CA19F6">
        <w:rPr>
          <w:rFonts w:hint="eastAsia"/>
          <w:lang w:val="de-CH" w:eastAsia="ja-JP"/>
        </w:rPr>
        <w:t>光音響</w:t>
      </w:r>
      <w:r w:rsidRPr="00CA19F6">
        <w:rPr>
          <w:rFonts w:hint="eastAsia"/>
          <w:lang w:val="de-CH" w:eastAsia="ja-JP"/>
        </w:rPr>
        <w:t xml:space="preserve">NDIR </w:t>
      </w:r>
      <w:r w:rsidRPr="00CA19F6">
        <w:rPr>
          <w:rFonts w:hint="eastAsia"/>
          <w:lang w:val="de-CH" w:eastAsia="ja-JP"/>
        </w:rPr>
        <w:t>センシング技術</w:t>
      </w:r>
    </w:p>
    <w:p w14:paraId="37A321C2" w14:textId="77777777" w:rsidR="00CA19F6" w:rsidRPr="00CA19F6" w:rsidRDefault="00CA19F6" w:rsidP="00CA19F6">
      <w:pPr>
        <w:rPr>
          <w:lang w:val="de-CH" w:eastAsia="ja-JP"/>
        </w:rPr>
      </w:pPr>
    </w:p>
    <w:p w14:paraId="0852DB29" w14:textId="77777777" w:rsidR="00CA19F6" w:rsidRPr="00CA19F6" w:rsidRDefault="00CA19F6" w:rsidP="00CA19F6">
      <w:pPr>
        <w:rPr>
          <w:lang w:val="de-CH" w:eastAsia="ja-JP"/>
        </w:rPr>
      </w:pPr>
      <w:r w:rsidRPr="00CA19F6">
        <w:rPr>
          <w:rFonts w:hint="eastAsia"/>
          <w:lang w:val="de-CH" w:eastAsia="ja-JP"/>
        </w:rPr>
        <w:t xml:space="preserve">10.1 </w:t>
      </w:r>
      <w:r w:rsidRPr="00CA19F6">
        <w:rPr>
          <w:rFonts w:hint="eastAsia"/>
          <w:lang w:val="de-CH" w:eastAsia="ja-JP"/>
        </w:rPr>
        <w:t>×</w:t>
      </w:r>
      <w:r w:rsidRPr="00CA19F6">
        <w:rPr>
          <w:rFonts w:hint="eastAsia"/>
          <w:lang w:val="de-CH" w:eastAsia="ja-JP"/>
        </w:rPr>
        <w:t xml:space="preserve"> 10.1 </w:t>
      </w:r>
      <w:r w:rsidRPr="00CA19F6">
        <w:rPr>
          <w:rFonts w:hint="eastAsia"/>
          <w:lang w:val="de-CH" w:eastAsia="ja-JP"/>
        </w:rPr>
        <w:t>×</w:t>
      </w:r>
      <w:r w:rsidRPr="00CA19F6">
        <w:rPr>
          <w:rFonts w:hint="eastAsia"/>
          <w:lang w:val="de-CH" w:eastAsia="ja-JP"/>
        </w:rPr>
        <w:t xml:space="preserve"> 6.5 mm</w:t>
      </w:r>
      <w:r w:rsidRPr="00CA19F6">
        <w:rPr>
          <w:rFonts w:hint="eastAsia"/>
          <w:lang w:val="de-CH" w:eastAsia="ja-JP"/>
        </w:rPr>
        <w:t>³</w:t>
      </w:r>
      <w:r w:rsidRPr="00CA19F6">
        <w:rPr>
          <w:rFonts w:hint="eastAsia"/>
          <w:lang w:val="de-CH" w:eastAsia="ja-JP"/>
        </w:rPr>
        <w:t xml:space="preserve"> </w:t>
      </w:r>
      <w:r w:rsidRPr="00CA19F6">
        <w:rPr>
          <w:rFonts w:hint="eastAsia"/>
          <w:lang w:val="de-CH" w:eastAsia="ja-JP"/>
        </w:rPr>
        <w:t>の小型フットプリント</w:t>
      </w:r>
    </w:p>
    <w:p w14:paraId="6DAE5E00" w14:textId="77777777" w:rsidR="00CA19F6" w:rsidRPr="00CA19F6" w:rsidRDefault="00CA19F6" w:rsidP="00CA19F6">
      <w:pPr>
        <w:rPr>
          <w:lang w:val="de-CH" w:eastAsia="ja-JP"/>
        </w:rPr>
      </w:pPr>
    </w:p>
    <w:p w14:paraId="55592959" w14:textId="77777777" w:rsidR="00CA19F6" w:rsidRPr="00CA19F6" w:rsidRDefault="00CA19F6" w:rsidP="00CA19F6">
      <w:pPr>
        <w:rPr>
          <w:lang w:val="de-CH" w:eastAsia="ja-JP"/>
        </w:rPr>
      </w:pPr>
      <w:r w:rsidRPr="00CA19F6">
        <w:rPr>
          <w:rFonts w:hint="eastAsia"/>
          <w:lang w:val="de-CH" w:eastAsia="ja-JP"/>
        </w:rPr>
        <w:t>完全封止パッケージのセンサー</w:t>
      </w:r>
    </w:p>
    <w:p w14:paraId="58942534" w14:textId="77777777" w:rsidR="00CA19F6" w:rsidRPr="00CA19F6" w:rsidRDefault="00CA19F6" w:rsidP="00CA19F6">
      <w:pPr>
        <w:rPr>
          <w:lang w:val="de-CH" w:eastAsia="ja-JP"/>
        </w:rPr>
      </w:pPr>
    </w:p>
    <w:p w14:paraId="46642EFB" w14:textId="77777777" w:rsidR="00CA19F6" w:rsidRPr="00CA19F6" w:rsidRDefault="00CA19F6" w:rsidP="00CA19F6">
      <w:pPr>
        <w:rPr>
          <w:lang w:val="de-CH" w:eastAsia="ja-JP"/>
        </w:rPr>
      </w:pPr>
      <w:r w:rsidRPr="00CA19F6">
        <w:rPr>
          <w:rFonts w:hint="eastAsia"/>
          <w:lang w:val="de-CH" w:eastAsia="ja-JP"/>
        </w:rPr>
        <w:t>SMD</w:t>
      </w:r>
      <w:r w:rsidRPr="00CA19F6">
        <w:rPr>
          <w:rFonts w:hint="eastAsia"/>
          <w:lang w:val="de-CH" w:eastAsia="ja-JP"/>
        </w:rPr>
        <w:t>はんだ付け対応、テープ＆リールパッケージ</w:t>
      </w:r>
    </w:p>
    <w:p w14:paraId="0C6B2D07" w14:textId="77777777" w:rsidR="00CA19F6" w:rsidRPr="00CA19F6" w:rsidRDefault="00CA19F6" w:rsidP="00CA19F6">
      <w:pPr>
        <w:rPr>
          <w:lang w:val="de-CH" w:eastAsia="ja-JP"/>
        </w:rPr>
      </w:pPr>
    </w:p>
    <w:p w14:paraId="06AB10DB" w14:textId="77777777" w:rsidR="00CA19F6" w:rsidRPr="00CA19F6" w:rsidRDefault="00CA19F6" w:rsidP="00CA19F6">
      <w:pPr>
        <w:rPr>
          <w:lang w:val="de-CH" w:eastAsia="ja-JP"/>
        </w:rPr>
      </w:pPr>
      <w:r w:rsidRPr="00CA19F6">
        <w:rPr>
          <w:rFonts w:hint="eastAsia"/>
          <w:lang w:val="de-CH" w:eastAsia="ja-JP"/>
        </w:rPr>
        <w:t>オンチップ補正および自己校正機能</w:t>
      </w:r>
    </w:p>
    <w:p w14:paraId="6BB25495" w14:textId="77777777" w:rsidR="00CA19F6" w:rsidRPr="00CA19F6" w:rsidRDefault="00CA19F6" w:rsidP="00CA19F6">
      <w:pPr>
        <w:rPr>
          <w:lang w:val="de-CH" w:eastAsia="ja-JP"/>
        </w:rPr>
      </w:pPr>
    </w:p>
    <w:p w14:paraId="3363CCB8" w14:textId="77777777" w:rsidR="00CA19F6" w:rsidRPr="00CA19F6" w:rsidRDefault="00CA19F6" w:rsidP="00CA19F6">
      <w:pPr>
        <w:rPr>
          <w:lang w:val="de-CH" w:eastAsia="ja-JP"/>
        </w:rPr>
      </w:pPr>
      <w:r w:rsidRPr="00CA19F6">
        <w:rPr>
          <w:rFonts w:hint="eastAsia"/>
          <w:lang w:val="de-CH" w:eastAsia="ja-JP"/>
        </w:rPr>
        <w:t>2.4</w:t>
      </w:r>
      <w:r w:rsidRPr="00CA19F6">
        <w:rPr>
          <w:rFonts w:hint="eastAsia"/>
          <w:lang w:val="de-CH" w:eastAsia="ja-JP"/>
        </w:rPr>
        <w:t>～</w:t>
      </w:r>
      <w:r w:rsidRPr="00CA19F6">
        <w:rPr>
          <w:rFonts w:hint="eastAsia"/>
          <w:lang w:val="de-CH" w:eastAsia="ja-JP"/>
        </w:rPr>
        <w:t xml:space="preserve">5.5 V </w:t>
      </w:r>
      <w:r w:rsidRPr="00CA19F6">
        <w:rPr>
          <w:rFonts w:hint="eastAsia"/>
          <w:lang w:val="de-CH" w:eastAsia="ja-JP"/>
        </w:rPr>
        <w:t>の電源電圧範囲</w:t>
      </w:r>
    </w:p>
    <w:p w14:paraId="16B17A99" w14:textId="77777777" w:rsidR="00CA19F6" w:rsidRPr="00CA19F6" w:rsidRDefault="00CA19F6" w:rsidP="00CA19F6">
      <w:pPr>
        <w:rPr>
          <w:lang w:val="de-CH" w:eastAsia="ja-JP"/>
        </w:rPr>
      </w:pPr>
    </w:p>
    <w:p w14:paraId="31B90B8F" w14:textId="77777777" w:rsidR="00CA19F6" w:rsidRPr="00CA19F6" w:rsidRDefault="00CA19F6" w:rsidP="00CA19F6">
      <w:pPr>
        <w:rPr>
          <w:lang w:val="de-CH" w:eastAsia="ja-JP"/>
        </w:rPr>
      </w:pPr>
      <w:r w:rsidRPr="00CA19F6">
        <w:rPr>
          <w:rFonts w:hint="eastAsia"/>
          <w:lang w:val="de-CH" w:eastAsia="ja-JP"/>
        </w:rPr>
        <w:t>複数の動作モードおよび電力モード</w:t>
      </w:r>
    </w:p>
    <w:p w14:paraId="22FD4DD5" w14:textId="77777777" w:rsidR="00CA19F6" w:rsidRPr="00CA19F6" w:rsidRDefault="00CA19F6" w:rsidP="00CA19F6">
      <w:pPr>
        <w:rPr>
          <w:lang w:val="de-CH" w:eastAsia="ja-JP"/>
        </w:rPr>
      </w:pPr>
    </w:p>
    <w:p w14:paraId="6A9FB8E5" w14:textId="77777777" w:rsidR="00CA19F6" w:rsidRPr="00CA19F6" w:rsidRDefault="00CA19F6" w:rsidP="00CA19F6">
      <w:pPr>
        <w:rPr>
          <w:lang w:val="de-CH" w:eastAsia="ja-JP"/>
        </w:rPr>
      </w:pPr>
      <w:r w:rsidRPr="00CA19F6">
        <w:rPr>
          <w:rFonts w:hint="eastAsia"/>
          <w:lang w:val="de-CH" w:eastAsia="ja-JP"/>
        </w:rPr>
        <w:t>デジタル</w:t>
      </w:r>
      <w:r w:rsidRPr="00CA19F6">
        <w:rPr>
          <w:rFonts w:hint="eastAsia"/>
          <w:lang w:val="de-CH" w:eastAsia="ja-JP"/>
        </w:rPr>
        <w:t xml:space="preserve"> I</w:t>
      </w:r>
      <w:r w:rsidRPr="00CA19F6">
        <w:rPr>
          <w:rFonts w:hint="eastAsia"/>
          <w:lang w:val="de-CH" w:eastAsia="ja-JP"/>
        </w:rPr>
        <w:t>²</w:t>
      </w:r>
      <w:r w:rsidRPr="00CA19F6">
        <w:rPr>
          <w:rFonts w:hint="eastAsia"/>
          <w:lang w:val="de-CH" w:eastAsia="ja-JP"/>
        </w:rPr>
        <w:t xml:space="preserve">C </w:t>
      </w:r>
      <w:r w:rsidRPr="00CA19F6">
        <w:rPr>
          <w:rFonts w:hint="eastAsia"/>
          <w:lang w:val="de-CH" w:eastAsia="ja-JP"/>
        </w:rPr>
        <w:t>インターフェース</w:t>
      </w:r>
    </w:p>
    <w:p w14:paraId="7644F12B" w14:textId="77777777" w:rsidR="00001D48" w:rsidRPr="00001D48" w:rsidRDefault="00001D48" w:rsidP="00001D48">
      <w:pPr>
        <w:rPr>
          <w:lang w:eastAsia="ja-JP"/>
        </w:rPr>
      </w:pPr>
      <w:r w:rsidRPr="00001D48">
        <w:rPr>
          <w:lang w:eastAsia="ja-JP"/>
        </w:rPr>
        <w:t> </w:t>
      </w:r>
    </w:p>
    <w:p w14:paraId="25F01B50" w14:textId="77777777" w:rsidR="00ED1987" w:rsidRPr="00A92E20" w:rsidRDefault="00ED1987" w:rsidP="005B1B49">
      <w:pPr>
        <w:pBdr>
          <w:bottom w:val="single" w:sz="6" w:space="1" w:color="auto"/>
        </w:pBdr>
        <w:rPr>
          <w:lang w:eastAsia="ja-JP"/>
        </w:rPr>
      </w:pPr>
    </w:p>
    <w:p w14:paraId="07548EC1" w14:textId="77777777" w:rsidR="005B1B49" w:rsidRPr="00A92E20" w:rsidRDefault="005B1B49" w:rsidP="005B1B49">
      <w:pPr>
        <w:rPr>
          <w:lang w:eastAsia="ja-JP"/>
        </w:rPr>
      </w:pPr>
    </w:p>
    <w:p w14:paraId="2A8E4BA2" w14:textId="77777777" w:rsidR="005F587F" w:rsidRPr="005F587F" w:rsidRDefault="005F587F" w:rsidP="005F587F">
      <w:pPr>
        <w:rPr>
          <w:rFonts w:asciiTheme="majorHAnsi" w:hAnsiTheme="majorHAnsi"/>
          <w:lang w:val="de-CH" w:eastAsia="ja-JP"/>
        </w:rPr>
      </w:pPr>
      <w:r w:rsidRPr="005F587F">
        <w:rPr>
          <w:rFonts w:asciiTheme="majorHAnsi" w:hAnsiTheme="majorHAnsi" w:hint="eastAsia"/>
          <w:lang w:val="de-CH" w:eastAsia="ja-JP"/>
        </w:rPr>
        <w:t>センシリオンについて</w:t>
      </w:r>
      <w:r w:rsidRPr="005F587F">
        <w:rPr>
          <w:rFonts w:asciiTheme="majorHAnsi" w:hAnsiTheme="majorHAnsi" w:hint="eastAsia"/>
          <w:lang w:val="de-CH" w:eastAsia="ja-JP"/>
        </w:rPr>
        <w:t xml:space="preserve"> - </w:t>
      </w:r>
      <w:r w:rsidRPr="005F587F">
        <w:rPr>
          <w:rFonts w:asciiTheme="majorHAnsi" w:hAnsiTheme="majorHAnsi" w:hint="eastAsia"/>
          <w:lang w:val="de-CH" w:eastAsia="ja-JP"/>
        </w:rPr>
        <w:t>環境</w:t>
      </w:r>
      <w:r w:rsidRPr="005F587F">
        <w:rPr>
          <w:rFonts w:ascii="Microsoft YaHei" w:eastAsia="Microsoft YaHei" w:hAnsi="Microsoft YaHei" w:cs="Microsoft YaHei" w:hint="eastAsia"/>
          <w:lang w:val="de-CH" w:eastAsia="ja-JP"/>
        </w:rPr>
        <w:t>・</w:t>
      </w:r>
      <w:r w:rsidRPr="005F587F">
        <w:rPr>
          <w:rFonts w:ascii="SimSun" w:eastAsia="SimSun" w:hAnsi="SimSun" w:cs="SimSun" w:hint="eastAsia"/>
          <w:lang w:val="de-CH" w:eastAsia="ja-JP"/>
        </w:rPr>
        <w:t>フローセンサーソリューションのエキスパート</w:t>
      </w:r>
    </w:p>
    <w:p w14:paraId="2FF84F48" w14:textId="77777777" w:rsidR="005F587F" w:rsidRPr="005F587F" w:rsidRDefault="005F587F" w:rsidP="005F587F">
      <w:pPr>
        <w:rPr>
          <w:rFonts w:asciiTheme="majorHAnsi" w:hAnsiTheme="majorHAnsi"/>
          <w:lang w:val="de-CH" w:eastAsia="ja-JP"/>
        </w:rPr>
      </w:pPr>
    </w:p>
    <w:p w14:paraId="6406574B" w14:textId="77777777" w:rsidR="005F587F" w:rsidRPr="005F587F" w:rsidRDefault="005F587F" w:rsidP="005F587F">
      <w:pPr>
        <w:rPr>
          <w:rFonts w:asciiTheme="majorHAnsi" w:hAnsiTheme="majorHAnsi"/>
          <w:lang w:val="de-CH" w:eastAsia="ja-JP"/>
        </w:rPr>
      </w:pPr>
      <w:r w:rsidRPr="005F587F">
        <w:rPr>
          <w:rFonts w:asciiTheme="majorHAnsi" w:hAnsiTheme="majorHAnsi" w:hint="eastAsia"/>
          <w:lang w:val="de-CH" w:eastAsia="ja-JP"/>
        </w:rPr>
        <w:t>センシリオンは、効率、健康、安全性、快適性を向上させるセンサーとセンサーソリューションを専門とする世界有数のメーカーです。</w:t>
      </w:r>
      <w:r w:rsidRPr="005F587F">
        <w:rPr>
          <w:rFonts w:asciiTheme="majorHAnsi" w:hAnsiTheme="majorHAnsi" w:hint="eastAsia"/>
          <w:lang w:val="de-CH" w:eastAsia="ja-JP"/>
        </w:rPr>
        <w:t>1998</w:t>
      </w:r>
      <w:r w:rsidRPr="005F587F">
        <w:rPr>
          <w:rFonts w:asciiTheme="majorHAnsi" w:hAnsiTheme="majorHAnsi" w:hint="eastAsia"/>
          <w:lang w:val="de-CH" w:eastAsia="ja-JP"/>
        </w:rPr>
        <w:t>年に設立し、現在はスイスのシュテファにある本社と世界各地の多数の子会社に約</w:t>
      </w:r>
      <w:r w:rsidRPr="005F587F">
        <w:rPr>
          <w:rFonts w:asciiTheme="majorHAnsi" w:hAnsiTheme="majorHAnsi" w:hint="eastAsia"/>
          <w:lang w:val="de-CH" w:eastAsia="ja-JP"/>
        </w:rPr>
        <w:t>1,200</w:t>
      </w:r>
      <w:r w:rsidRPr="005F587F">
        <w:rPr>
          <w:rFonts w:asciiTheme="majorHAnsi" w:hAnsiTheme="majorHAnsi" w:hint="eastAsia"/>
          <w:lang w:val="de-CH" w:eastAsia="ja-JP"/>
        </w:rPr>
        <w:t>人の従業員が在籍しています。センシリオンのセンサーは、さまざまな環境パラメータと流量を正確かつ確実に測定するために使われます。高度なセンサー技術で世界をよりスマートにすることを目標に掲げています。イノベーションのパイオニアとして、センシリオンは自動車、工業、医療技術、家電市場の取引先やパートナーそれぞれの特定のニーズに対応するソリューションと、費用対効果の高い大量生産向けの高品質製品を開発しています。詳細情報や最新の主要数値は、公式サイト（</w:t>
      </w:r>
      <w:r w:rsidRPr="005F587F">
        <w:rPr>
          <w:rFonts w:asciiTheme="majorHAnsi" w:hAnsiTheme="majorHAnsi" w:hint="eastAsia"/>
          <w:lang w:val="de-CH" w:eastAsia="ja-JP"/>
        </w:rPr>
        <w:t>www.sensirion.com</w:t>
      </w:r>
      <w:r w:rsidRPr="005F587F">
        <w:rPr>
          <w:rFonts w:asciiTheme="majorHAnsi" w:hAnsiTheme="majorHAnsi" w:hint="eastAsia"/>
          <w:lang w:val="de-CH" w:eastAsia="ja-JP"/>
        </w:rPr>
        <w:t>）でご覧ください。</w:t>
      </w:r>
    </w:p>
    <w:p w14:paraId="32B92275" w14:textId="77777777" w:rsidR="005B1B49" w:rsidRPr="005F587F" w:rsidRDefault="005B1B49" w:rsidP="005B1B49">
      <w:pPr>
        <w:rPr>
          <w:lang w:val="de-CH" w:eastAsia="ja-JP"/>
        </w:rPr>
      </w:pPr>
    </w:p>
    <w:p w14:paraId="036BBC46" w14:textId="77777777" w:rsidR="00986756" w:rsidRPr="00936C4F" w:rsidRDefault="00986756" w:rsidP="00986756">
      <w:pPr>
        <w:rPr>
          <w:lang w:eastAsia="ja-JP"/>
        </w:rPr>
      </w:pPr>
    </w:p>
    <w:sectPr w:rsidR="00986756" w:rsidRPr="00936C4F" w:rsidSect="00C5040D">
      <w:headerReference w:type="default" r:id="rId12"/>
      <w:footerReference w:type="default" r:id="rId13"/>
      <w:headerReference w:type="first" r:id="rId14"/>
      <w:footerReference w:type="first" r:id="rId15"/>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BCFBD2" w14:textId="77777777" w:rsidR="002D586C" w:rsidRDefault="002D586C" w:rsidP="0054380F">
      <w:pPr>
        <w:spacing w:line="240" w:lineRule="auto"/>
      </w:pPr>
      <w:r>
        <w:separator/>
      </w:r>
    </w:p>
  </w:endnote>
  <w:endnote w:type="continuationSeparator" w:id="0">
    <w:p w14:paraId="3002BA78" w14:textId="77777777" w:rsidR="002D586C" w:rsidRDefault="002D586C" w:rsidP="005438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Cambria Math">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038771" w14:textId="77777777" w:rsidR="00D44150" w:rsidRPr="00372AC0" w:rsidRDefault="00D91EAB" w:rsidP="000B2869">
    <w:pPr>
      <w:pStyle w:val="Footer"/>
    </w:pPr>
    <w:r w:rsidRPr="00372AC0">
      <w:rPr>
        <w:noProof/>
      </w:rPr>
      <w:t>© Copyright Sensirion AG</w:t>
    </w:r>
    <w:r w:rsidRPr="00372AC0">
      <w:tab/>
    </w:r>
    <w:r w:rsidR="00B730FE" w:rsidRPr="00372AC0">
      <w:fldChar w:fldCharType="begin"/>
    </w:r>
    <w:r w:rsidRPr="00372AC0">
      <w:instrText xml:space="preserve"> PAGE </w:instrText>
    </w:r>
    <w:r w:rsidR="00B730FE" w:rsidRPr="00372AC0">
      <w:fldChar w:fldCharType="separate"/>
    </w:r>
    <w:r w:rsidR="00A5624A" w:rsidRPr="00372AC0">
      <w:t>1</w:t>
    </w:r>
    <w:r w:rsidR="00B730FE" w:rsidRPr="00372AC0">
      <w:fldChar w:fldCharType="end"/>
    </w:r>
    <w:r w:rsidRPr="00372AC0">
      <w:t>/</w:t>
    </w:r>
    <w:r w:rsidR="00B730FE" w:rsidRPr="00372AC0">
      <w:fldChar w:fldCharType="begin"/>
    </w:r>
    <w:r w:rsidRPr="00372AC0">
      <w:instrText xml:space="preserve"> NUMPAGES </w:instrText>
    </w:r>
    <w:r w:rsidR="00B730FE" w:rsidRPr="00372AC0">
      <w:fldChar w:fldCharType="separate"/>
    </w:r>
    <w:r w:rsidR="00A5624A" w:rsidRPr="00372AC0">
      <w:t>1</w:t>
    </w:r>
    <w:r w:rsidR="00B730FE" w:rsidRPr="00372AC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5D1AB" w14:textId="77777777" w:rsidR="00D44150" w:rsidRDefault="00D44150">
    <w:pPr>
      <w:pStyle w:val="Footer"/>
    </w:pPr>
    <w:r w:rsidRPr="00E94DCD">
      <w:tab/>
    </w:r>
    <w:r w:rsidRPr="00E94DCD">
      <w:tab/>
    </w:r>
    <w:proofErr w:type="spellStart"/>
    <w:r w:rsidRPr="00E94DCD">
      <w:t>Seite</w:t>
    </w:r>
    <w:proofErr w:type="spellEnd"/>
    <w:r w:rsidRPr="00E94DCD">
      <w:t xml:space="preserve"> </w:t>
    </w:r>
    <w:r w:rsidR="00B730FE">
      <w:fldChar w:fldCharType="begin"/>
    </w:r>
    <w:r w:rsidR="00935B8D">
      <w:instrText xml:space="preserve"> PAGE   \* MERGEFORMAT </w:instrText>
    </w:r>
    <w:r w:rsidR="00B730FE">
      <w:fldChar w:fldCharType="separate"/>
    </w:r>
    <w:r>
      <w:rPr>
        <w:noProof/>
      </w:rPr>
      <w:t>1</w:t>
    </w:r>
    <w:r w:rsidR="00B730FE">
      <w:rPr>
        <w:noProof/>
      </w:rPr>
      <w:fldChar w:fldCharType="end"/>
    </w:r>
    <w:r w:rsidRPr="00E94DCD">
      <w:t xml:space="preserve"> / </w:t>
    </w:r>
    <w:fldSimple w:instr=" NUMPAGES   \* MERGEFORMAT ">
      <w:r w:rsidR="001156D3">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545D84" w14:textId="77777777" w:rsidR="002D586C" w:rsidRDefault="002D586C" w:rsidP="0054380F">
      <w:pPr>
        <w:spacing w:line="240" w:lineRule="auto"/>
      </w:pPr>
      <w:r>
        <w:separator/>
      </w:r>
    </w:p>
  </w:footnote>
  <w:footnote w:type="continuationSeparator" w:id="0">
    <w:p w14:paraId="672A2D84" w14:textId="77777777" w:rsidR="002D586C" w:rsidRDefault="002D586C" w:rsidP="005438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8848A5" w14:textId="77777777" w:rsidR="00D44150" w:rsidRDefault="00661641">
    <w:pPr>
      <w:pStyle w:val="Header"/>
    </w:pPr>
    <w:r>
      <w:rPr>
        <w:noProof/>
      </w:rPr>
      <w:drawing>
        <wp:anchor distT="0" distB="0" distL="0" distR="0" simplePos="0" relativeHeight="251655166" behindDoc="1" locked="1" layoutInCell="1" allowOverlap="1" wp14:anchorId="53054F30" wp14:editId="0DBBC014">
          <wp:simplePos x="0" y="0"/>
          <wp:positionH relativeFrom="page">
            <wp:posOffset>4716780</wp:posOffset>
          </wp:positionH>
          <wp:positionV relativeFrom="page">
            <wp:posOffset>414020</wp:posOffset>
          </wp:positionV>
          <wp:extent cx="1987200" cy="270000"/>
          <wp:effectExtent l="0" t="0" r="0" b="0"/>
          <wp:wrapNone/>
          <wp:docPr id="21136579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657945" name=""/>
                  <pic:cNvPicPr/>
                </pic:nvPicPr>
                <pic:blipFill>
                  <a:blip r:embed="rId1">
                    <a:extLst>
                      <a:ext uri="{28A0092B-C50C-407E-A947-70E740481C1C}">
                        <a14:useLocalDpi xmlns:a14="http://schemas.microsoft.com/office/drawing/2010/main" val="0"/>
                      </a:ext>
                    </a:extLst>
                  </a:blip>
                  <a:stretch>
                    <a:fillRect/>
                  </a:stretch>
                </pic:blipFill>
                <pic:spPr>
                  <a:xfrm>
                    <a:off x="0" y="0"/>
                    <a:ext cx="1987200" cy="27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2EC0A" w14:textId="77777777" w:rsidR="00D44150" w:rsidRDefault="00EE0CB5">
    <w:pPr>
      <w:pStyle w:val="Header"/>
    </w:pPr>
    <w:r>
      <w:rPr>
        <w:noProof/>
      </w:rPr>
      <w:drawing>
        <wp:anchor distT="0" distB="0" distL="114300" distR="114300" simplePos="0" relativeHeight="251657216" behindDoc="1" locked="0" layoutInCell="1" allowOverlap="1" wp14:anchorId="76C4785C" wp14:editId="6A4A4AFE">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4FE6"/>
    <w:multiLevelType w:val="multilevel"/>
    <w:tmpl w:val="0E88ED38"/>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 w15:restartNumberingAfterBreak="0">
    <w:nsid w:val="098326B3"/>
    <w:multiLevelType w:val="multilevel"/>
    <w:tmpl w:val="A18AB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C6D6BD3"/>
    <w:multiLevelType w:val="multilevel"/>
    <w:tmpl w:val="0AACE874"/>
    <w:numStyleLink w:val="SensirionList123Heading"/>
  </w:abstractNum>
  <w:abstractNum w:abstractNumId="3" w15:restartNumberingAfterBreak="0">
    <w:nsid w:val="21190147"/>
    <w:multiLevelType w:val="multilevel"/>
    <w:tmpl w:val="CCE27B6A"/>
    <w:styleLink w:val="SensirionList123Numbering"/>
    <w:lvl w:ilvl="0">
      <w:start w:val="1"/>
      <w:numFmt w:val="decimal"/>
      <w:pStyle w:val="Numb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abstractNum w:abstractNumId="4" w15:restartNumberingAfterBreak="0">
    <w:nsid w:val="241C741D"/>
    <w:multiLevelType w:val="multilevel"/>
    <w:tmpl w:val="A85AF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6A12FB4"/>
    <w:multiLevelType w:val="multilevel"/>
    <w:tmpl w:val="33161A2E"/>
    <w:styleLink w:val="SensirionListealt"/>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6" w15:restartNumberingAfterBreak="0">
    <w:nsid w:val="31FD6366"/>
    <w:multiLevelType w:val="multilevel"/>
    <w:tmpl w:val="0AACE874"/>
    <w:styleLink w:val="SensirionList123Heading"/>
    <w:lvl w:ilvl="0">
      <w:start w:val="1"/>
      <w:numFmt w:val="decimal"/>
      <w:pStyle w:val="Heading1"/>
      <w:lvlText w:val="%1"/>
      <w:lvlJc w:val="left"/>
      <w:pPr>
        <w:ind w:left="454" w:hanging="454"/>
      </w:pPr>
      <w:rPr>
        <w:rFonts w:hint="default"/>
      </w:rPr>
    </w:lvl>
    <w:lvl w:ilvl="1">
      <w:start w:val="1"/>
      <w:numFmt w:val="decimal"/>
      <w:pStyle w:val="Heading2"/>
      <w:lvlText w:val="%1.%2"/>
      <w:lvlJc w:val="left"/>
      <w:pPr>
        <w:ind w:left="567" w:hanging="567"/>
      </w:pPr>
      <w:rPr>
        <w:rFonts w:hint="default"/>
      </w:rPr>
    </w:lvl>
    <w:lvl w:ilvl="2">
      <w:start w:val="1"/>
      <w:numFmt w:val="decimal"/>
      <w:pStyle w:val="Heading3"/>
      <w:lvlText w:val="%1.%2.%3"/>
      <w:lvlJc w:val="left"/>
      <w:pPr>
        <w:ind w:left="680" w:hanging="680"/>
      </w:pPr>
      <w:rPr>
        <w:rFonts w:hint="default"/>
      </w:rPr>
    </w:lvl>
    <w:lvl w:ilvl="3">
      <w:start w:val="1"/>
      <w:numFmt w:val="decimal"/>
      <w:pStyle w:val="Heading4"/>
      <w:lvlText w:val="%1.%2.%3.%4"/>
      <w:lvlJc w:val="left"/>
      <w:pPr>
        <w:ind w:left="907" w:hanging="907"/>
      </w:pPr>
      <w:rPr>
        <w:rFonts w:hint="default"/>
      </w:rPr>
    </w:lvl>
    <w:lvl w:ilvl="4">
      <w:start w:val="1"/>
      <w:numFmt w:val="decimal"/>
      <w:pStyle w:val="Heading5"/>
      <w:lvlText w:val="%1.%2.%3.%4.%5"/>
      <w:lvlJc w:val="left"/>
      <w:pPr>
        <w:ind w:left="1134" w:hanging="1134"/>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36342B05"/>
    <w:multiLevelType w:val="multilevel"/>
    <w:tmpl w:val="1D464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E394681"/>
    <w:multiLevelType w:val="multilevel"/>
    <w:tmpl w:val="0AACE874"/>
    <w:numStyleLink w:val="SensirionList123Heading"/>
  </w:abstractNum>
  <w:abstractNum w:abstractNumId="9" w15:restartNumberingAfterBreak="0">
    <w:nsid w:val="3FF729E4"/>
    <w:multiLevelType w:val="multilevel"/>
    <w:tmpl w:val="B05C3790"/>
    <w:lvl w:ilvl="0">
      <w:start w:val="1"/>
      <w:numFmt w:val="decimal"/>
      <w:lvlText w:val="%1"/>
      <w:lvlJc w:val="left"/>
      <w:pPr>
        <w:ind w:left="360" w:hanging="360"/>
      </w:pPr>
      <w:rPr>
        <w:rFonts w:ascii="Arial Narrow" w:hAnsi="Arial Narrow" w:hint="default"/>
        <w:b/>
        <w:i w:val="0"/>
        <w:color w:val="auto"/>
        <w:sz w:val="28"/>
        <w:szCs w:val="28"/>
        <w:u w:val="none"/>
      </w:rPr>
    </w:lvl>
    <w:lvl w:ilvl="1">
      <w:start w:val="1"/>
      <w:numFmt w:val="decimal"/>
      <w:lvlText w:val="%1.%2"/>
      <w:lvlJc w:val="left"/>
      <w:pPr>
        <w:tabs>
          <w:tab w:val="num" w:pos="-171"/>
        </w:tabs>
        <w:ind w:left="0" w:firstLine="0"/>
      </w:pPr>
      <w:rPr>
        <w:rFonts w:hint="default"/>
      </w:rPr>
    </w:lvl>
    <w:lvl w:ilvl="2">
      <w:start w:val="1"/>
      <w:numFmt w:val="decimal"/>
      <w:lvlText w:val="%1.%2.%3"/>
      <w:lvlJc w:val="left"/>
      <w:pPr>
        <w:tabs>
          <w:tab w:val="num" w:pos="-171"/>
        </w:tabs>
        <w:ind w:left="0" w:firstLine="0"/>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10" w15:restartNumberingAfterBreak="0">
    <w:nsid w:val="43B9407E"/>
    <w:multiLevelType w:val="multilevel"/>
    <w:tmpl w:val="BECAD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B67712E"/>
    <w:multiLevelType w:val="multilevel"/>
    <w:tmpl w:val="0807001D"/>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12" w15:restartNumberingAfterBreak="0">
    <w:nsid w:val="4D700547"/>
    <w:multiLevelType w:val="multilevel"/>
    <w:tmpl w:val="3E90A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EAA10B1"/>
    <w:multiLevelType w:val="multilevel"/>
    <w:tmpl w:val="D00274A4"/>
    <w:styleLink w:val="SensirionListBulletPoints"/>
    <w:lvl w:ilvl="0">
      <w:start w:val="1"/>
      <w:numFmt w:val="bullet"/>
      <w:pStyle w:val="BulletpointsLevel1"/>
      <w:lvlText w:val=""/>
      <w:lvlJc w:val="left"/>
      <w:pPr>
        <w:ind w:left="227" w:hanging="227"/>
      </w:pPr>
      <w:rPr>
        <w:rFonts w:ascii="Symbol" w:hAnsi="Symbol" w:hint="default"/>
      </w:rPr>
    </w:lvl>
    <w:lvl w:ilvl="1">
      <w:start w:val="1"/>
      <w:numFmt w:val="bullet"/>
      <w:pStyle w:val="BulletpointsLevel2"/>
      <w:lvlText w:val=""/>
      <w:lvlJc w:val="left"/>
      <w:pPr>
        <w:ind w:left="454" w:hanging="227"/>
      </w:pPr>
      <w:rPr>
        <w:rFonts w:ascii="Symbol" w:hAnsi="Symbol" w:hint="default"/>
      </w:rPr>
    </w:lvl>
    <w:lvl w:ilvl="2">
      <w:start w:val="1"/>
      <w:numFmt w:val="none"/>
      <w:pStyle w:val="noBulletpoint"/>
      <w:lvlText w:val=""/>
      <w:lvlJc w:val="left"/>
      <w:pPr>
        <w:ind w:left="0" w:firstLine="0"/>
      </w:pPr>
      <w:rPr>
        <w:rFonts w:hint="default"/>
      </w:rPr>
    </w:lvl>
    <w:lvl w:ilvl="3">
      <w:start w:val="1"/>
      <w:numFmt w:val="bullet"/>
      <w:pStyle w:val="ListBullet"/>
      <w:lvlText w:val=""/>
      <w:lvlJc w:val="left"/>
      <w:pPr>
        <w:ind w:left="227" w:hanging="227"/>
      </w:pPr>
      <w:rPr>
        <w:rFonts w:ascii="Symbol" w:hAnsi="Symbol" w:hint="default"/>
      </w:rPr>
    </w:lvl>
    <w:lvl w:ilvl="4">
      <w:start w:val="1"/>
      <w:numFmt w:val="bullet"/>
      <w:pStyle w:val="ListBullet2"/>
      <w:lvlText w:val=""/>
      <w:lvlJc w:val="left"/>
      <w:pPr>
        <w:ind w:left="454" w:hanging="227"/>
      </w:pPr>
      <w:rPr>
        <w:rFonts w:ascii="Symbol" w:hAnsi="Symbol" w:hint="default"/>
      </w:rPr>
    </w:lvl>
    <w:lvl w:ilvl="5">
      <w:start w:val="1"/>
      <w:numFmt w:val="bullet"/>
      <w:pStyle w:val="ListBullet3"/>
      <w:lvlText w:val=""/>
      <w:lvlJc w:val="left"/>
      <w:pPr>
        <w:ind w:left="680" w:hanging="226"/>
      </w:pPr>
      <w:rPr>
        <w:rFonts w:ascii="Symbol" w:hAnsi="Symbol" w:hint="default"/>
      </w:rPr>
    </w:lvl>
    <w:lvl w:ilvl="6">
      <w:start w:val="1"/>
      <w:numFmt w:val="bullet"/>
      <w:pStyle w:val="ListBullet4"/>
      <w:lvlText w:val=""/>
      <w:lvlJc w:val="left"/>
      <w:pPr>
        <w:ind w:left="907" w:hanging="227"/>
      </w:pPr>
      <w:rPr>
        <w:rFonts w:ascii="Symbol" w:hAnsi="Symbol" w:hint="default"/>
      </w:rPr>
    </w:lvl>
    <w:lvl w:ilvl="7">
      <w:start w:val="1"/>
      <w:numFmt w:val="bullet"/>
      <w:pStyle w:val="ListBullet5"/>
      <w:lvlText w:val=""/>
      <w:lvlJc w:val="left"/>
      <w:pPr>
        <w:ind w:left="1134" w:hanging="227"/>
      </w:pPr>
      <w:rPr>
        <w:rFonts w:ascii="Symbol" w:hAnsi="Symbol" w:hint="default"/>
      </w:rPr>
    </w:lvl>
    <w:lvl w:ilvl="8">
      <w:start w:val="1"/>
      <w:numFmt w:val="bullet"/>
      <w:lvlText w:val=""/>
      <w:lvlJc w:val="left"/>
      <w:pPr>
        <w:ind w:left="1361" w:hanging="227"/>
      </w:pPr>
      <w:rPr>
        <w:rFonts w:ascii="Symbol" w:hAnsi="Symbol" w:hint="default"/>
      </w:rPr>
    </w:lvl>
  </w:abstractNum>
  <w:abstractNum w:abstractNumId="14" w15:restartNumberingAfterBreak="0">
    <w:nsid w:val="65E6631A"/>
    <w:multiLevelType w:val="multilevel"/>
    <w:tmpl w:val="5C103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B1D7B0A"/>
    <w:multiLevelType w:val="multilevel"/>
    <w:tmpl w:val="E838465A"/>
    <w:styleLink w:val="SensirionListabcLettering"/>
    <w:lvl w:ilvl="0">
      <w:start w:val="1"/>
      <w:numFmt w:val="lowerLetter"/>
      <w:pStyle w:val="Lett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abstractNum w:abstractNumId="16" w15:restartNumberingAfterBreak="0">
    <w:nsid w:val="79353A7C"/>
    <w:multiLevelType w:val="multilevel"/>
    <w:tmpl w:val="C9A42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B5F3D46"/>
    <w:multiLevelType w:val="multilevel"/>
    <w:tmpl w:val="B7AA7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0341035">
    <w:abstractNumId w:val="0"/>
  </w:num>
  <w:num w:numId="2" w16cid:durableId="1465200474">
    <w:abstractNumId w:val="11"/>
  </w:num>
  <w:num w:numId="3" w16cid:durableId="1578400284">
    <w:abstractNumId w:val="5"/>
  </w:num>
  <w:num w:numId="4" w16cid:durableId="1091857931">
    <w:abstractNumId w:val="9"/>
  </w:num>
  <w:num w:numId="5" w16cid:durableId="996156133">
    <w:abstractNumId w:val="13"/>
  </w:num>
  <w:num w:numId="6" w16cid:durableId="154582588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0872374">
    <w:abstractNumId w:val="6"/>
  </w:num>
  <w:num w:numId="8" w16cid:durableId="1556505634">
    <w:abstractNumId w:val="8"/>
  </w:num>
  <w:num w:numId="9" w16cid:durableId="425276189">
    <w:abstractNumId w:val="2"/>
  </w:num>
  <w:num w:numId="10" w16cid:durableId="1797064802">
    <w:abstractNumId w:val="3"/>
  </w:num>
  <w:num w:numId="11" w16cid:durableId="941187127">
    <w:abstractNumId w:val="15"/>
  </w:num>
  <w:num w:numId="12" w16cid:durableId="537862058">
    <w:abstractNumId w:val="1"/>
  </w:num>
  <w:num w:numId="13" w16cid:durableId="815073376">
    <w:abstractNumId w:val="16"/>
  </w:num>
  <w:num w:numId="14" w16cid:durableId="1026178654">
    <w:abstractNumId w:val="17"/>
  </w:num>
  <w:num w:numId="15" w16cid:durableId="1601527835">
    <w:abstractNumId w:val="14"/>
  </w:num>
  <w:num w:numId="16" w16cid:durableId="285237115">
    <w:abstractNumId w:val="7"/>
  </w:num>
  <w:num w:numId="17" w16cid:durableId="1387682162">
    <w:abstractNumId w:val="12"/>
  </w:num>
  <w:num w:numId="18" w16cid:durableId="1358920974">
    <w:abstractNumId w:val="4"/>
  </w:num>
  <w:num w:numId="19" w16cid:durableId="2081631004">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dirty"/>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06D7"/>
    <w:rsid w:val="00001D48"/>
    <w:rsid w:val="0002682B"/>
    <w:rsid w:val="000406CD"/>
    <w:rsid w:val="00062B40"/>
    <w:rsid w:val="000700BD"/>
    <w:rsid w:val="000718AC"/>
    <w:rsid w:val="000903CE"/>
    <w:rsid w:val="00096D1E"/>
    <w:rsid w:val="000B2869"/>
    <w:rsid w:val="000D523B"/>
    <w:rsid w:val="000D7F02"/>
    <w:rsid w:val="000F24EC"/>
    <w:rsid w:val="000F4CED"/>
    <w:rsid w:val="00102207"/>
    <w:rsid w:val="00112447"/>
    <w:rsid w:val="00114D80"/>
    <w:rsid w:val="001156D3"/>
    <w:rsid w:val="00124F40"/>
    <w:rsid w:val="001326B8"/>
    <w:rsid w:val="00151C8E"/>
    <w:rsid w:val="001665A6"/>
    <w:rsid w:val="001B29A6"/>
    <w:rsid w:val="001C4B1F"/>
    <w:rsid w:val="001E1FA7"/>
    <w:rsid w:val="001E282A"/>
    <w:rsid w:val="001E6D3A"/>
    <w:rsid w:val="00227D72"/>
    <w:rsid w:val="002779AB"/>
    <w:rsid w:val="00285EB8"/>
    <w:rsid w:val="002D586C"/>
    <w:rsid w:val="002F53B8"/>
    <w:rsid w:val="002F75B2"/>
    <w:rsid w:val="003067D8"/>
    <w:rsid w:val="0033350F"/>
    <w:rsid w:val="00365915"/>
    <w:rsid w:val="00372AC0"/>
    <w:rsid w:val="00374196"/>
    <w:rsid w:val="00384A16"/>
    <w:rsid w:val="00387466"/>
    <w:rsid w:val="00395AB5"/>
    <w:rsid w:val="003E3705"/>
    <w:rsid w:val="00411C9F"/>
    <w:rsid w:val="00437D1B"/>
    <w:rsid w:val="00442153"/>
    <w:rsid w:val="004448D2"/>
    <w:rsid w:val="0047464B"/>
    <w:rsid w:val="004754CC"/>
    <w:rsid w:val="00483F63"/>
    <w:rsid w:val="0049233D"/>
    <w:rsid w:val="00495788"/>
    <w:rsid w:val="004B6F57"/>
    <w:rsid w:val="004C0541"/>
    <w:rsid w:val="004D1E9E"/>
    <w:rsid w:val="004D70EC"/>
    <w:rsid w:val="004E47E0"/>
    <w:rsid w:val="005007DF"/>
    <w:rsid w:val="00527B1E"/>
    <w:rsid w:val="0054380F"/>
    <w:rsid w:val="00584D18"/>
    <w:rsid w:val="00592B46"/>
    <w:rsid w:val="005B1B49"/>
    <w:rsid w:val="005C0352"/>
    <w:rsid w:val="005E7EB2"/>
    <w:rsid w:val="005F24E3"/>
    <w:rsid w:val="005F587F"/>
    <w:rsid w:val="006227DA"/>
    <w:rsid w:val="00633035"/>
    <w:rsid w:val="00661641"/>
    <w:rsid w:val="00665C7D"/>
    <w:rsid w:val="006A1ED4"/>
    <w:rsid w:val="006A5423"/>
    <w:rsid w:val="006C4645"/>
    <w:rsid w:val="006D30A0"/>
    <w:rsid w:val="006E5C06"/>
    <w:rsid w:val="00703360"/>
    <w:rsid w:val="00725B00"/>
    <w:rsid w:val="007267E3"/>
    <w:rsid w:val="007B0CAA"/>
    <w:rsid w:val="00811948"/>
    <w:rsid w:val="00840AA5"/>
    <w:rsid w:val="008C3807"/>
    <w:rsid w:val="008C59CA"/>
    <w:rsid w:val="00923720"/>
    <w:rsid w:val="009249ED"/>
    <w:rsid w:val="00935B8D"/>
    <w:rsid w:val="00936C4F"/>
    <w:rsid w:val="00957A44"/>
    <w:rsid w:val="00964ADD"/>
    <w:rsid w:val="00983745"/>
    <w:rsid w:val="0098564E"/>
    <w:rsid w:val="00986756"/>
    <w:rsid w:val="009C0788"/>
    <w:rsid w:val="009C43FC"/>
    <w:rsid w:val="009D2A77"/>
    <w:rsid w:val="009E32A0"/>
    <w:rsid w:val="009E5A33"/>
    <w:rsid w:val="00A06031"/>
    <w:rsid w:val="00A10CC5"/>
    <w:rsid w:val="00A131A9"/>
    <w:rsid w:val="00A32015"/>
    <w:rsid w:val="00A325E4"/>
    <w:rsid w:val="00A353C1"/>
    <w:rsid w:val="00A5624A"/>
    <w:rsid w:val="00A71276"/>
    <w:rsid w:val="00A722D2"/>
    <w:rsid w:val="00A806D7"/>
    <w:rsid w:val="00A9042D"/>
    <w:rsid w:val="00A92E20"/>
    <w:rsid w:val="00A93798"/>
    <w:rsid w:val="00AA5254"/>
    <w:rsid w:val="00AA5F6F"/>
    <w:rsid w:val="00AB465E"/>
    <w:rsid w:val="00AD470F"/>
    <w:rsid w:val="00AE1D8A"/>
    <w:rsid w:val="00AE77FB"/>
    <w:rsid w:val="00AF3525"/>
    <w:rsid w:val="00AF587E"/>
    <w:rsid w:val="00B0608A"/>
    <w:rsid w:val="00B36BAD"/>
    <w:rsid w:val="00B43297"/>
    <w:rsid w:val="00B54145"/>
    <w:rsid w:val="00B71553"/>
    <w:rsid w:val="00B730FE"/>
    <w:rsid w:val="00B757BD"/>
    <w:rsid w:val="00BD1648"/>
    <w:rsid w:val="00C3756F"/>
    <w:rsid w:val="00C5040D"/>
    <w:rsid w:val="00C64E26"/>
    <w:rsid w:val="00C667B3"/>
    <w:rsid w:val="00CA19F6"/>
    <w:rsid w:val="00CF2C8E"/>
    <w:rsid w:val="00CF7230"/>
    <w:rsid w:val="00D06FA3"/>
    <w:rsid w:val="00D44150"/>
    <w:rsid w:val="00D502C0"/>
    <w:rsid w:val="00D5508C"/>
    <w:rsid w:val="00D601C3"/>
    <w:rsid w:val="00D83E55"/>
    <w:rsid w:val="00D91EAB"/>
    <w:rsid w:val="00D9787E"/>
    <w:rsid w:val="00DA5EFF"/>
    <w:rsid w:val="00DB58D5"/>
    <w:rsid w:val="00DC7647"/>
    <w:rsid w:val="00E01F44"/>
    <w:rsid w:val="00E20478"/>
    <w:rsid w:val="00E32DB8"/>
    <w:rsid w:val="00E37B1D"/>
    <w:rsid w:val="00E76C33"/>
    <w:rsid w:val="00E94DCD"/>
    <w:rsid w:val="00EC096E"/>
    <w:rsid w:val="00EC3B3C"/>
    <w:rsid w:val="00ED119D"/>
    <w:rsid w:val="00ED1987"/>
    <w:rsid w:val="00EE0CB5"/>
    <w:rsid w:val="00EE28D7"/>
    <w:rsid w:val="00EF5079"/>
    <w:rsid w:val="00F07475"/>
    <w:rsid w:val="00F108E3"/>
    <w:rsid w:val="00F22AED"/>
    <w:rsid w:val="00F251CE"/>
    <w:rsid w:val="00F40AFE"/>
    <w:rsid w:val="00F5617D"/>
    <w:rsid w:val="00F80C44"/>
    <w:rsid w:val="00FA2046"/>
    <w:rsid w:val="00FB08E7"/>
    <w:rsid w:val="00FE1331"/>
    <w:rsid w:val="00FE7FCB"/>
    <w:rsid w:val="00FF1F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A04864"/>
  <w15:chartTrackingRefBased/>
  <w15:docId w15:val="{ADF1B20F-8500-4AFE-A5F9-AA5ADED5D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lsdException w:name="index heading" w:semiHidden="1" w:uiPriority="0" w:unhideWhenUsed="1"/>
    <w:lsdException w:name="caption" w:semiHidden="1" w:uiPriority="3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C4F"/>
    <w:pPr>
      <w:spacing w:line="260" w:lineRule="atLeast"/>
    </w:pPr>
  </w:style>
  <w:style w:type="paragraph" w:styleId="Heading1">
    <w:name w:val="heading 1"/>
    <w:basedOn w:val="Normal"/>
    <w:next w:val="Normal"/>
    <w:link w:val="Heading1Char"/>
    <w:uiPriority w:val="19"/>
    <w:qFormat/>
    <w:rsid w:val="002779AB"/>
    <w:pPr>
      <w:keepNext/>
      <w:numPr>
        <w:numId w:val="7"/>
      </w:numPr>
      <w:spacing w:after="280" w:line="320" w:lineRule="exact"/>
      <w:contextualSpacing/>
      <w:outlineLvl w:val="0"/>
    </w:pPr>
    <w:rPr>
      <w:rFonts w:asciiTheme="majorHAnsi" w:hAnsiTheme="majorHAnsi" w:cs="Arial"/>
      <w:bCs/>
      <w:sz w:val="28"/>
      <w:szCs w:val="28"/>
      <w:lang w:eastAsia="de-DE"/>
    </w:rPr>
  </w:style>
  <w:style w:type="paragraph" w:styleId="Heading2">
    <w:name w:val="heading 2"/>
    <w:basedOn w:val="Normal"/>
    <w:next w:val="Normal"/>
    <w:link w:val="Heading2Char"/>
    <w:uiPriority w:val="19"/>
    <w:qFormat/>
    <w:rsid w:val="002779AB"/>
    <w:pPr>
      <w:keepNext/>
      <w:numPr>
        <w:ilvl w:val="1"/>
        <w:numId w:val="7"/>
      </w:numPr>
      <w:spacing w:after="240"/>
      <w:contextualSpacing/>
      <w:outlineLvl w:val="1"/>
    </w:pPr>
    <w:rPr>
      <w:rFonts w:asciiTheme="majorHAnsi" w:hAnsiTheme="majorHAnsi" w:cs="Arial"/>
      <w:bCs/>
      <w:sz w:val="24"/>
      <w:szCs w:val="24"/>
      <w:lang w:eastAsia="de-DE"/>
    </w:rPr>
  </w:style>
  <w:style w:type="paragraph" w:styleId="Heading3">
    <w:name w:val="heading 3"/>
    <w:basedOn w:val="Normal"/>
    <w:next w:val="Normal"/>
    <w:link w:val="Heading3Char"/>
    <w:uiPriority w:val="19"/>
    <w:qFormat/>
    <w:rsid w:val="002779AB"/>
    <w:pPr>
      <w:keepNext/>
      <w:numPr>
        <w:ilvl w:val="2"/>
        <w:numId w:val="7"/>
      </w:numPr>
      <w:spacing w:after="240"/>
      <w:contextualSpacing/>
      <w:outlineLvl w:val="2"/>
    </w:pPr>
    <w:rPr>
      <w:rFonts w:asciiTheme="majorHAnsi" w:hAnsiTheme="majorHAnsi" w:cs="Arial"/>
      <w:szCs w:val="18"/>
      <w:lang w:eastAsia="de-DE"/>
    </w:rPr>
  </w:style>
  <w:style w:type="paragraph" w:styleId="Heading4">
    <w:name w:val="heading 4"/>
    <w:basedOn w:val="Normal"/>
    <w:next w:val="Normal"/>
    <w:link w:val="Heading4Char"/>
    <w:uiPriority w:val="19"/>
    <w:unhideWhenUsed/>
    <w:qFormat/>
    <w:rsid w:val="009E5A33"/>
    <w:pPr>
      <w:keepNext/>
      <w:numPr>
        <w:ilvl w:val="3"/>
        <w:numId w:val="7"/>
      </w:numPr>
      <w:spacing w:after="120" w:line="240" w:lineRule="atLeast"/>
      <w:contextualSpacing/>
      <w:outlineLvl w:val="3"/>
    </w:pPr>
    <w:rPr>
      <w:rFonts w:cs="Arial"/>
      <w:szCs w:val="18"/>
      <w:lang w:eastAsia="de-DE"/>
    </w:rPr>
  </w:style>
  <w:style w:type="paragraph" w:styleId="Heading5">
    <w:name w:val="heading 5"/>
    <w:basedOn w:val="Normal"/>
    <w:next w:val="Normal"/>
    <w:link w:val="Heading5Char"/>
    <w:uiPriority w:val="19"/>
    <w:unhideWhenUsed/>
    <w:qFormat/>
    <w:rsid w:val="000B2869"/>
    <w:pPr>
      <w:keepNext/>
      <w:numPr>
        <w:ilvl w:val="4"/>
        <w:numId w:val="7"/>
      </w:numPr>
      <w:spacing w:after="120"/>
      <w:contextualSpacing/>
      <w:outlineLvl w:val="4"/>
    </w:pPr>
    <w:rPr>
      <w:rFonts w:cs="Arial"/>
      <w:szCs w:val="18"/>
      <w:lang w:eastAsia="de-DE"/>
    </w:rPr>
  </w:style>
  <w:style w:type="paragraph" w:styleId="Heading6">
    <w:name w:val="heading 6"/>
    <w:basedOn w:val="Normal"/>
    <w:next w:val="Normal"/>
    <w:link w:val="Heading6Char"/>
    <w:uiPriority w:val="19"/>
    <w:semiHidden/>
    <w:qFormat/>
    <w:rsid w:val="00DB58D5"/>
    <w:pPr>
      <w:numPr>
        <w:ilvl w:val="5"/>
        <w:numId w:val="4"/>
      </w:numPr>
      <w:spacing w:after="120" w:line="240" w:lineRule="atLeast"/>
      <w:contextualSpacing/>
      <w:outlineLvl w:val="5"/>
    </w:pPr>
    <w:rPr>
      <w:bCs/>
      <w:sz w:val="18"/>
      <w:lang w:eastAsia="de-DE"/>
    </w:rPr>
  </w:style>
  <w:style w:type="paragraph" w:styleId="Heading7">
    <w:name w:val="heading 7"/>
    <w:basedOn w:val="Normal"/>
    <w:next w:val="Normal"/>
    <w:link w:val="Heading7Char"/>
    <w:uiPriority w:val="19"/>
    <w:semiHidden/>
    <w:qFormat/>
    <w:rsid w:val="00DB58D5"/>
    <w:pPr>
      <w:numPr>
        <w:ilvl w:val="6"/>
        <w:numId w:val="4"/>
      </w:numPr>
      <w:spacing w:after="120" w:line="240" w:lineRule="atLeast"/>
      <w:contextualSpacing/>
      <w:outlineLvl w:val="6"/>
    </w:pPr>
    <w:rPr>
      <w:sz w:val="18"/>
      <w:szCs w:val="24"/>
      <w:lang w:eastAsia="de-DE"/>
    </w:rPr>
  </w:style>
  <w:style w:type="paragraph" w:styleId="Heading8">
    <w:name w:val="heading 8"/>
    <w:basedOn w:val="Normal"/>
    <w:next w:val="Normal"/>
    <w:link w:val="Heading8Char"/>
    <w:uiPriority w:val="19"/>
    <w:semiHidden/>
    <w:qFormat/>
    <w:rsid w:val="00DB58D5"/>
    <w:pPr>
      <w:numPr>
        <w:ilvl w:val="7"/>
        <w:numId w:val="4"/>
      </w:numPr>
      <w:spacing w:after="120" w:line="240" w:lineRule="atLeast"/>
      <w:contextualSpacing/>
      <w:outlineLvl w:val="7"/>
    </w:pPr>
    <w:rPr>
      <w:iCs/>
      <w:sz w:val="18"/>
      <w:szCs w:val="24"/>
      <w:lang w:eastAsia="de-DE"/>
    </w:rPr>
  </w:style>
  <w:style w:type="paragraph" w:styleId="Heading9">
    <w:name w:val="heading 9"/>
    <w:basedOn w:val="Normal"/>
    <w:next w:val="Normal"/>
    <w:link w:val="Heading9Char"/>
    <w:uiPriority w:val="19"/>
    <w:semiHidden/>
    <w:qFormat/>
    <w:rsid w:val="00DB58D5"/>
    <w:pPr>
      <w:numPr>
        <w:ilvl w:val="8"/>
        <w:numId w:val="4"/>
      </w:numPr>
      <w:tabs>
        <w:tab w:val="left" w:pos="1701"/>
      </w:tabs>
      <w:spacing w:after="120" w:line="240" w:lineRule="atLeast"/>
      <w:contextualSpacing/>
      <w:outlineLvl w:val="8"/>
    </w:pPr>
    <w:rPr>
      <w:sz w:val="1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rsid w:val="00372AC0"/>
    <w:pPr>
      <w:tabs>
        <w:tab w:val="center" w:pos="4536"/>
        <w:tab w:val="right" w:pos="9072"/>
      </w:tabs>
      <w:spacing w:line="240" w:lineRule="auto"/>
    </w:pPr>
    <w:rPr>
      <w:sz w:val="14"/>
    </w:rPr>
  </w:style>
  <w:style w:type="character" w:customStyle="1" w:styleId="FooterChar">
    <w:name w:val="Footer Char"/>
    <w:link w:val="Footer"/>
    <w:uiPriority w:val="10"/>
    <w:rsid w:val="00372AC0"/>
    <w:rPr>
      <w:sz w:val="14"/>
    </w:rPr>
  </w:style>
  <w:style w:type="paragraph" w:styleId="ListBullet2">
    <w:name w:val="List Bullet 2"/>
    <w:basedOn w:val="Normal"/>
    <w:uiPriority w:val="99"/>
    <w:semiHidden/>
    <w:rsid w:val="00E94DCD"/>
    <w:pPr>
      <w:numPr>
        <w:ilvl w:val="4"/>
        <w:numId w:val="5"/>
      </w:numPr>
    </w:pPr>
  </w:style>
  <w:style w:type="paragraph" w:styleId="ListBullet3">
    <w:name w:val="List Bullet 3"/>
    <w:basedOn w:val="Normal"/>
    <w:uiPriority w:val="99"/>
    <w:semiHidden/>
    <w:rsid w:val="00E94DCD"/>
    <w:pPr>
      <w:numPr>
        <w:ilvl w:val="5"/>
        <w:numId w:val="5"/>
      </w:numPr>
    </w:pPr>
  </w:style>
  <w:style w:type="paragraph" w:styleId="ListBullet4">
    <w:name w:val="List Bullet 4"/>
    <w:basedOn w:val="Normal"/>
    <w:uiPriority w:val="99"/>
    <w:semiHidden/>
    <w:rsid w:val="00E94DCD"/>
    <w:pPr>
      <w:numPr>
        <w:ilvl w:val="6"/>
        <w:numId w:val="5"/>
      </w:numPr>
    </w:pPr>
  </w:style>
  <w:style w:type="paragraph" w:styleId="ListBullet5">
    <w:name w:val="List Bullet 5"/>
    <w:basedOn w:val="Normal"/>
    <w:uiPriority w:val="99"/>
    <w:semiHidden/>
    <w:rsid w:val="00E94DCD"/>
    <w:pPr>
      <w:numPr>
        <w:ilvl w:val="7"/>
        <w:numId w:val="5"/>
      </w:numPr>
    </w:pPr>
  </w:style>
  <w:style w:type="table" w:customStyle="1" w:styleId="BasisTabelle">
    <w:name w:val="Basis Tabelle"/>
    <w:basedOn w:val="TableNormal"/>
    <w:rsid w:val="000B2869"/>
    <w:rPr>
      <w:lang w:eastAsia="de-CH"/>
    </w:rPr>
    <w:tblPr>
      <w:tblStyleRowBandSize w:val="1"/>
      <w:tblBorders>
        <w:bottom w:val="single" w:sz="2" w:space="0" w:color="808080"/>
        <w:insideH w:val="single" w:sz="2" w:space="0" w:color="808080"/>
      </w:tblBorders>
      <w:tblCellMar>
        <w:top w:w="57" w:type="dxa"/>
        <w:left w:w="57" w:type="dxa"/>
        <w:bottom w:w="57" w:type="dxa"/>
        <w:right w:w="57" w:type="dxa"/>
      </w:tblCellMar>
    </w:tblPr>
    <w:tblStylePr w:type="firstRow">
      <w:rPr>
        <w:rFonts w:asciiTheme="majorHAnsi" w:hAnsiTheme="majorHAnsi"/>
        <w:b w:val="0"/>
      </w:rPr>
      <w:tblPr/>
      <w:tcPr>
        <w:tcBorders>
          <w:bottom w:val="single" w:sz="4" w:space="0" w:color="808080"/>
        </w:tcBorders>
      </w:tcPr>
    </w:tblStylePr>
    <w:tblStylePr w:type="band1Horz">
      <w:tblPr/>
      <w:tcPr>
        <w:tcBorders>
          <w:bottom w:val="single" w:sz="4" w:space="0" w:color="808080"/>
        </w:tcBorders>
      </w:tcPr>
    </w:tblStylePr>
    <w:tblStylePr w:type="band2Horz">
      <w:tblPr/>
      <w:tcPr>
        <w:shd w:val="clear" w:color="auto" w:fill="E6E6E6"/>
      </w:tcPr>
    </w:tblStylePr>
  </w:style>
  <w:style w:type="paragraph" w:styleId="Caption">
    <w:name w:val="caption"/>
    <w:basedOn w:val="Normal"/>
    <w:next w:val="Normal"/>
    <w:uiPriority w:val="39"/>
    <w:unhideWhenUsed/>
    <w:rsid w:val="0002682B"/>
    <w:pPr>
      <w:framePr w:h="454"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
      </w:numPr>
      <w:tabs>
        <w:tab w:val="left" w:pos="454"/>
      </w:tabs>
      <w:spacing w:line="280" w:lineRule="atLeast"/>
    </w:pPr>
    <w:rPr>
      <w:rFonts w:eastAsia="Calibri" w:cs="Arial"/>
    </w:rPr>
  </w:style>
  <w:style w:type="paragraph" w:customStyle="1" w:styleId="BulletpointsEbene2">
    <w:name w:val="Bulletpoints Ebene 2"/>
    <w:basedOn w:val="Normal"/>
    <w:uiPriority w:val="99"/>
    <w:semiHidden/>
    <w:rsid w:val="00E94DCD"/>
    <w:pPr>
      <w:numPr>
        <w:ilvl w:val="1"/>
        <w:numId w:val="1"/>
      </w:numPr>
    </w:pPr>
    <w:rPr>
      <w:rFonts w:eastAsia="Calibri" w:cs="Arial"/>
    </w:rPr>
  </w:style>
  <w:style w:type="paragraph" w:styleId="DocumentMap">
    <w:name w:val="Document Map"/>
    <w:basedOn w:val="Normal"/>
    <w:link w:val="DocumentMapChar"/>
    <w:uiPriority w:val="99"/>
    <w:semiHidden/>
    <w:unhideWhenUsed/>
    <w:rsid w:val="00E94DCD"/>
    <w:pPr>
      <w:shd w:val="clear" w:color="auto" w:fill="000080"/>
    </w:pPr>
    <w:rPr>
      <w:rFonts w:ascii="Tahoma" w:hAnsi="Tahoma"/>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50"/>
    <w:qFormat/>
    <w:rsid w:val="001665A6"/>
    <w:rPr>
      <w:rFonts w:asciiTheme="majorHAnsi" w:hAnsiTheme="majorHAnsi"/>
      <w:b w:val="0"/>
      <w:iCs/>
      <w:color w:val="66CC33" w:themeColor="accent1"/>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line="240" w:lineRule="auto"/>
    </w:pPr>
    <w:rPr>
      <w:rFonts w:ascii="Times New Roman" w:hAnsi="Times New Roman"/>
      <w:sz w:val="24"/>
      <w:szCs w:val="24"/>
      <w:lang w:eastAsia="de-CH"/>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lang w:eastAsia="de-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lang w:eastAsia="de-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lang w:eastAsia="de-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lang w:eastAsia="de-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lang w:eastAsia="de-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lang w:eastAsia="de-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lang w:eastAsia="de-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lang w:eastAsia="de-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2779AB"/>
    <w:rPr>
      <w:rFonts w:asciiTheme="majorHAnsi" w:hAnsiTheme="majorHAnsi" w:cs="Arial"/>
      <w:bCs/>
      <w:sz w:val="28"/>
      <w:szCs w:val="28"/>
      <w:lang w:eastAsia="de-DE"/>
    </w:rPr>
  </w:style>
  <w:style w:type="character" w:customStyle="1" w:styleId="Heading2Char">
    <w:name w:val="Heading 2 Char"/>
    <w:link w:val="Heading2"/>
    <w:uiPriority w:val="19"/>
    <w:rsid w:val="002779AB"/>
    <w:rPr>
      <w:rFonts w:asciiTheme="majorHAnsi" w:hAnsiTheme="majorHAnsi" w:cs="Arial"/>
      <w:bCs/>
      <w:sz w:val="24"/>
      <w:szCs w:val="24"/>
      <w:lang w:eastAsia="de-DE"/>
    </w:rPr>
  </w:style>
  <w:style w:type="character" w:customStyle="1" w:styleId="Heading3Char">
    <w:name w:val="Heading 3 Char"/>
    <w:link w:val="Heading3"/>
    <w:uiPriority w:val="19"/>
    <w:rsid w:val="002779AB"/>
    <w:rPr>
      <w:rFonts w:asciiTheme="majorHAnsi" w:hAnsiTheme="majorHAnsi" w:cs="Arial"/>
      <w:szCs w:val="18"/>
      <w:lang w:eastAsia="de-DE"/>
    </w:rPr>
  </w:style>
  <w:style w:type="character" w:customStyle="1" w:styleId="Heading4Char">
    <w:name w:val="Heading 4 Char"/>
    <w:link w:val="Heading4"/>
    <w:uiPriority w:val="19"/>
    <w:rsid w:val="009E5A33"/>
    <w:rPr>
      <w:rFonts w:cs="Arial"/>
      <w:szCs w:val="18"/>
      <w:lang w:eastAsia="de-DE"/>
    </w:rPr>
  </w:style>
  <w:style w:type="character" w:customStyle="1" w:styleId="Heading5Char">
    <w:name w:val="Heading 5 Char"/>
    <w:link w:val="Heading5"/>
    <w:uiPriority w:val="19"/>
    <w:rsid w:val="000B2869"/>
    <w:rPr>
      <w:rFonts w:cs="Arial"/>
      <w:szCs w:val="18"/>
      <w:lang w:eastAsia="de-DE"/>
    </w:rPr>
  </w:style>
  <w:style w:type="character" w:customStyle="1" w:styleId="Heading6Char">
    <w:name w:val="Heading 6 Char"/>
    <w:link w:val="Heading6"/>
    <w:uiPriority w:val="19"/>
    <w:semiHidden/>
    <w:rsid w:val="001E1FA7"/>
    <w:rPr>
      <w:bCs/>
      <w:sz w:val="18"/>
      <w:lang w:eastAsia="de-DE"/>
    </w:rPr>
  </w:style>
  <w:style w:type="character" w:customStyle="1" w:styleId="Heading7Char">
    <w:name w:val="Heading 7 Char"/>
    <w:link w:val="Heading7"/>
    <w:uiPriority w:val="19"/>
    <w:semiHidden/>
    <w:rsid w:val="001E1FA7"/>
    <w:rPr>
      <w:sz w:val="18"/>
      <w:szCs w:val="24"/>
      <w:lang w:eastAsia="de-DE"/>
    </w:rPr>
  </w:style>
  <w:style w:type="character" w:customStyle="1" w:styleId="Heading8Char">
    <w:name w:val="Heading 8 Char"/>
    <w:link w:val="Heading8"/>
    <w:uiPriority w:val="19"/>
    <w:semiHidden/>
    <w:rsid w:val="001E1FA7"/>
    <w:rPr>
      <w:iCs/>
      <w:sz w:val="18"/>
      <w:szCs w:val="24"/>
      <w:lang w:eastAsia="de-DE"/>
    </w:rPr>
  </w:style>
  <w:style w:type="character" w:customStyle="1" w:styleId="Heading9Char">
    <w:name w:val="Heading 9 Char"/>
    <w:link w:val="Heading9"/>
    <w:uiPriority w:val="19"/>
    <w:semiHidden/>
    <w:rsid w:val="001E1FA7"/>
    <w:rPr>
      <w:sz w:val="18"/>
      <w:lang w:eastAsia="de-DE"/>
    </w:rPr>
  </w:style>
  <w:style w:type="paragraph" w:styleId="Subtitle">
    <w:name w:val="Subtitle"/>
    <w:basedOn w:val="Normal"/>
    <w:next w:val="Normal"/>
    <w:link w:val="SubtitleChar"/>
    <w:uiPriority w:val="2"/>
    <w:semiHidden/>
    <w:qFormat/>
    <w:rsid w:val="00E94DCD"/>
    <w:pPr>
      <w:spacing w:after="60"/>
      <w:contextualSpacing/>
      <w:outlineLvl w:val="1"/>
    </w:pPr>
    <w:rPr>
      <w:sz w:val="24"/>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9"/>
    <w:unhideWhenUsed/>
    <w:rsid w:val="00A32015"/>
    <w:pPr>
      <w:ind w:left="454" w:right="284" w:hanging="454"/>
    </w:pPr>
    <w:rPr>
      <w:rFonts w:asciiTheme="majorHAnsi" w:hAnsiTheme="majorHAnsi"/>
    </w:rPr>
  </w:style>
  <w:style w:type="paragraph" w:styleId="TOC2">
    <w:name w:val="toc 2"/>
    <w:basedOn w:val="Normal"/>
    <w:next w:val="Normal"/>
    <w:uiPriority w:val="39"/>
    <w:unhideWhenUsed/>
    <w:rsid w:val="00A32015"/>
    <w:pPr>
      <w:ind w:left="1134" w:right="284" w:hanging="680"/>
    </w:pPr>
  </w:style>
  <w:style w:type="paragraph" w:styleId="TOC3">
    <w:name w:val="toc 3"/>
    <w:basedOn w:val="Normal"/>
    <w:next w:val="Normal"/>
    <w:uiPriority w:val="39"/>
    <w:unhideWhenUsed/>
    <w:rsid w:val="00A32015"/>
    <w:pPr>
      <w:ind w:left="1134"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50"/>
    <w:qFormat/>
    <w:rsid w:val="001665A6"/>
    <w:rPr>
      <w:rFonts w:asciiTheme="majorHAnsi" w:hAnsiTheme="majorHAnsi"/>
      <w:b w:val="0"/>
      <w:bCs/>
      <w:iCs/>
      <w:caps/>
      <w:color w:val="66CC33" w:themeColor="accent1"/>
    </w:rPr>
  </w:style>
  <w:style w:type="paragraph" w:styleId="ListParagraph">
    <w:name w:val="List Paragraph"/>
    <w:basedOn w:val="Normal"/>
    <w:uiPriority w:val="99"/>
    <w:semiHidden/>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lang w:val="de-DE"/>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lang w:val="de-DE"/>
    </w:rPr>
  </w:style>
  <w:style w:type="paragraph" w:customStyle="1" w:styleId="FusszeilePfad">
    <w:name w:val="Fusszeile Pfad"/>
    <w:basedOn w:val="Footer"/>
    <w:uiPriority w:val="9"/>
    <w:rsid w:val="00DB58D5"/>
    <w:pPr>
      <w:jc w:val="center"/>
    </w:pPr>
  </w:style>
  <w:style w:type="paragraph" w:customStyle="1" w:styleId="BulletpointsLevel1">
    <w:name w:val="Bulletpoints Level 1"/>
    <w:basedOn w:val="Normal"/>
    <w:uiPriority w:val="3"/>
    <w:qFormat/>
    <w:rsid w:val="00E37B1D"/>
    <w:pPr>
      <w:numPr>
        <w:numId w:val="5"/>
      </w:numPr>
      <w:tabs>
        <w:tab w:val="right" w:pos="454"/>
      </w:tabs>
      <w:spacing w:before="60"/>
    </w:pPr>
  </w:style>
  <w:style w:type="paragraph" w:customStyle="1" w:styleId="BulletpointsLevel2">
    <w:name w:val="Bulletpoints Level 2"/>
    <w:basedOn w:val="Normal"/>
    <w:uiPriority w:val="4"/>
    <w:qFormat/>
    <w:rsid w:val="00DB58D5"/>
    <w:pPr>
      <w:numPr>
        <w:ilvl w:val="1"/>
        <w:numId w:val="5"/>
      </w:numPr>
    </w:pPr>
  </w:style>
  <w:style w:type="paragraph" w:customStyle="1" w:styleId="Lettering">
    <w:name w:val="Lettering"/>
    <w:basedOn w:val="Normal"/>
    <w:uiPriority w:val="5"/>
    <w:qFormat/>
    <w:rsid w:val="00DB58D5"/>
    <w:pPr>
      <w:numPr>
        <w:numId w:val="11"/>
      </w:numPr>
      <w:spacing w:before="60"/>
    </w:pPr>
  </w:style>
  <w:style w:type="paragraph" w:customStyle="1" w:styleId="noBulletpoint">
    <w:name w:val="noBulletpoint"/>
    <w:basedOn w:val="Normal"/>
    <w:uiPriority w:val="4"/>
    <w:qFormat/>
    <w:rsid w:val="00DB58D5"/>
    <w:pPr>
      <w:numPr>
        <w:ilvl w:val="2"/>
        <w:numId w:val="5"/>
      </w:numPr>
      <w:spacing w:before="60"/>
    </w:pPr>
  </w:style>
  <w:style w:type="paragraph" w:customStyle="1" w:styleId="Numbering">
    <w:name w:val="Numbering"/>
    <w:basedOn w:val="Normal"/>
    <w:uiPriority w:val="6"/>
    <w:qFormat/>
    <w:rsid w:val="00DB58D5"/>
    <w:pPr>
      <w:numPr>
        <w:numId w:val="10"/>
      </w:numPr>
      <w:spacing w:before="60"/>
    </w:pPr>
  </w:style>
  <w:style w:type="paragraph" w:customStyle="1" w:styleId="SensirionSubtitle">
    <w:name w:val="Sensirion Subtitle"/>
    <w:basedOn w:val="Normal"/>
    <w:uiPriority w:val="2"/>
    <w:qFormat/>
    <w:rsid w:val="002779AB"/>
    <w:pPr>
      <w:spacing w:line="260" w:lineRule="exact"/>
      <w:contextualSpacing/>
    </w:pPr>
    <w:rPr>
      <w:rFonts w:asciiTheme="majorHAnsi" w:hAnsiTheme="majorHAnsi"/>
      <w:lang w:eastAsia="de-DE"/>
    </w:rPr>
  </w:style>
  <w:style w:type="paragraph" w:customStyle="1" w:styleId="SensirionTitle">
    <w:name w:val="Sensirion Title"/>
    <w:basedOn w:val="Normal"/>
    <w:uiPriority w:val="1"/>
    <w:qFormat/>
    <w:rsid w:val="002779AB"/>
    <w:pPr>
      <w:spacing w:line="320" w:lineRule="exact"/>
      <w:contextualSpacing/>
    </w:pPr>
    <w:rPr>
      <w:rFonts w:asciiTheme="majorHAnsi" w:hAnsiTheme="majorHAnsi"/>
      <w:sz w:val="28"/>
    </w:rPr>
  </w:style>
  <w:style w:type="paragraph" w:customStyle="1" w:styleId="Marginale">
    <w:name w:val="Marginale"/>
    <w:basedOn w:val="Normal"/>
    <w:uiPriority w:val="7"/>
    <w:qFormat/>
    <w:rsid w:val="001665A6"/>
    <w:pPr>
      <w:framePr w:w="2268" w:hSpace="567" w:wrap="around" w:vAnchor="text" w:hAnchor="text" w:xAlign="right" w:y="1"/>
    </w:pPr>
    <w:rPr>
      <w:color w:val="66CC33" w:themeColor="accent1"/>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99"/>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rPr>
      <w:lang w:eastAsia="de-CH"/>
    </w:rPr>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3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lang w:eastAsia="de-CH"/>
    </w:rPr>
    <w:tblPr>
      <w:tblStyleRowBandSize w:val="1"/>
      <w:tblStyleColBandSize w:val="1"/>
      <w:tblBorders>
        <w:top w:val="single" w:sz="8" w:space="0" w:color="EBE6E6"/>
        <w:bottom w:val="single" w:sz="8" w:space="0" w:color="EBE6E6"/>
      </w:tblBorders>
    </w:tblPr>
    <w:tblStylePr w:type="firstRow">
      <w:rPr>
        <w:rFonts w:ascii="Arial Narrow" w:eastAsia="Times New Roman" w:hAnsi="Arial Narrow"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numbering" w:customStyle="1" w:styleId="SensirionListealt">
    <w:name w:val="Sensirion Liste alt"/>
    <w:uiPriority w:val="99"/>
    <w:rsid w:val="00DB58D5"/>
    <w:pPr>
      <w:numPr>
        <w:numId w:val="3"/>
      </w:numPr>
    </w:pPr>
  </w:style>
  <w:style w:type="paragraph" w:styleId="BalloonText">
    <w:name w:val="Balloon Text"/>
    <w:basedOn w:val="Normal"/>
    <w:link w:val="BalloonTextChar"/>
    <w:uiPriority w:val="99"/>
    <w:semiHidden/>
    <w:unhideWhenUsed/>
    <w:rsid w:val="00DB58D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paragraph" w:styleId="ListBullet">
    <w:name w:val="List Bullet"/>
    <w:basedOn w:val="Normal"/>
    <w:uiPriority w:val="99"/>
    <w:unhideWhenUsed/>
    <w:rsid w:val="00C3756F"/>
    <w:pPr>
      <w:numPr>
        <w:ilvl w:val="3"/>
        <w:numId w:val="5"/>
      </w:numPr>
      <w:spacing w:before="60"/>
      <w:contextualSpacing/>
    </w:pPr>
  </w:style>
  <w:style w:type="character" w:styleId="UnresolvedMention">
    <w:name w:val="Unresolved Mention"/>
    <w:basedOn w:val="DefaultParagraphFont"/>
    <w:uiPriority w:val="99"/>
    <w:semiHidden/>
    <w:unhideWhenUsed/>
    <w:rsid w:val="00840AA5"/>
    <w:rPr>
      <w:color w:val="605E5C"/>
      <w:shd w:val="clear" w:color="auto" w:fill="E1DFDD"/>
    </w:rPr>
  </w:style>
  <w:style w:type="character" w:styleId="Strong">
    <w:name w:val="Strong"/>
    <w:basedOn w:val="DefaultParagraphFont"/>
    <w:uiPriority w:val="49"/>
    <w:unhideWhenUsed/>
    <w:qFormat/>
    <w:rsid w:val="001E282A"/>
    <w:rPr>
      <w:rFonts w:asciiTheme="majorHAnsi" w:hAnsiTheme="majorHAnsi"/>
      <w:b w:val="0"/>
      <w:bCs/>
    </w:rPr>
  </w:style>
  <w:style w:type="numbering" w:customStyle="1" w:styleId="SensirionListBulletPoints">
    <w:name w:val="Sensirion List Bullet Points"/>
    <w:uiPriority w:val="99"/>
    <w:rsid w:val="00C3756F"/>
    <w:pPr>
      <w:numPr>
        <w:numId w:val="5"/>
      </w:numPr>
    </w:pPr>
  </w:style>
  <w:style w:type="numbering" w:customStyle="1" w:styleId="SensirionList123Heading">
    <w:name w:val="Sensirion List 123 Heading"/>
    <w:uiPriority w:val="99"/>
    <w:rsid w:val="00A93798"/>
    <w:pPr>
      <w:numPr>
        <w:numId w:val="7"/>
      </w:numPr>
    </w:pPr>
  </w:style>
  <w:style w:type="numbering" w:customStyle="1" w:styleId="SensirionList123Numbering">
    <w:name w:val="Sensirion List 123 Numbering"/>
    <w:uiPriority w:val="99"/>
    <w:rsid w:val="000903CE"/>
    <w:pPr>
      <w:numPr>
        <w:numId w:val="10"/>
      </w:numPr>
    </w:pPr>
  </w:style>
  <w:style w:type="numbering" w:customStyle="1" w:styleId="SensirionListabcLettering">
    <w:name w:val="Sensirion List abc Lettering"/>
    <w:uiPriority w:val="99"/>
    <w:rsid w:val="000903CE"/>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ceresola\OneDrive%20-%20Sensirion\SCD43_Boilerplate_EN.dotx" TargetMode="External"/></Relationships>
</file>

<file path=word/theme/theme1.xml><?xml version="1.0" encoding="utf-8"?>
<a:theme xmlns:a="http://schemas.openxmlformats.org/drawingml/2006/main" name="Sensirion">
  <a:themeElements>
    <a:clrScheme name="Sensirion Colors">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fontScheme name="Sensirion Fonts">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Sensirion">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ensirion Green 100%">
      <a:srgbClr val="66CC33"/>
    </a:custClr>
    <a:custClr name="Sensirion Green 60%">
      <a:srgbClr val="A3E085"/>
    </a:custClr>
    <a:custClr name="Sensirion Green 40%">
      <a:srgbClr val="C2EBAD"/>
    </a:custClr>
    <a:custClr name="Sensirion Green 20%">
      <a:srgbClr val="E0F5D6"/>
    </a:custClr>
    <a:custClr name="Weiss">
      <a:srgbClr val="FFFFFF"/>
    </a:custClr>
    <a:custClr name="Weiss">
      <a:srgbClr val="FFFFFF"/>
    </a:custClr>
    <a:custClr name="Weiss">
      <a:srgbClr val="FFFFFF"/>
    </a:custClr>
    <a:custClr name="PCB Green">
      <a:srgbClr val="024430"/>
    </a:custClr>
    <a:custClr name="Cadmium Blue">
      <a:srgbClr val="004494"/>
    </a:custClr>
    <a:custClr name="Solid Purple">
      <a:srgbClr val="660099"/>
    </a:custClr>
    <a:custClr name="Black 100%">
      <a:srgbClr val="000000"/>
    </a:custClr>
    <a:custClr name="Black 60% - Cool Gray 9">
      <a:srgbClr val="616161"/>
    </a:custClr>
    <a:custClr name="Black 30% - Cool Gray 6">
      <a:srgbClr val="BDBDBD"/>
    </a:custClr>
    <a:custClr name="Black 20% - Cool Gray 2">
      <a:srgbClr val="EEEEEE"/>
    </a:custClr>
    <a:custClr name="Weiss">
      <a:srgbClr val="FFFFFF"/>
    </a:custClr>
    <a:custClr name="Weiss">
      <a:srgbClr val="FFFFFF"/>
    </a:custClr>
    <a:custClr name="Weiss">
      <a:srgbClr val="FFFFFF"/>
    </a:custClr>
    <a:custClr name="Weiss">
      <a:srgbClr val="FFFFFF"/>
    </a:custClr>
    <a:custClr name="Weiss">
      <a:srgbClr val="FFFFFF"/>
    </a:custClr>
    <a:custClr name="Weiss">
      <a:srgbClr val="FFFFFF"/>
    </a:custClr>
    <a:custClr name="Black 100%">
      <a:srgbClr val="000000"/>
    </a:custClr>
    <a:custClr name="Black 90%">
      <a:srgbClr val="191919"/>
    </a:custClr>
    <a:custClr name="Black 80%">
      <a:srgbClr val="333333"/>
    </a:custClr>
    <a:custClr name="Black 70%">
      <a:srgbClr val="4D4D4D"/>
    </a:custClr>
    <a:custClr name="Black 60%">
      <a:srgbClr val="666666"/>
    </a:custClr>
    <a:custClr name="Black 50%">
      <a:srgbClr val="808080"/>
    </a:custClr>
    <a:custClr name="Black 40%">
      <a:srgbClr val="999999"/>
    </a:custClr>
    <a:custClr name="Black 30%">
      <a:srgbClr val="B3B3B3"/>
    </a:custClr>
    <a:custClr name="Black 20%">
      <a:srgbClr val="CCCCCC"/>
    </a:custClr>
    <a:custClr name="Black 10%">
      <a:srgbClr val="E6E6E6"/>
    </a:custClr>
  </a:custClrLst>
  <a:extLst>
    <a:ext uri="{05A4C25C-085E-4340-85A3-A5531E510DB2}">
      <thm15:themeFamily xmlns:thm15="http://schemas.microsoft.com/office/thememl/2012/main" name="Sensirion" id="{6777E48B-2A95-4C2F-B6C2-375E2ACD4838}" vid="{71CDBA1E-0F08-484F-815D-DA716DEDBC0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F886A1874FE21B44BAD3A316A1A6FBD9" ma:contentTypeVersion="21" ma:contentTypeDescription="Create a new document." ma:contentTypeScope="" ma:versionID="9369e3724803ae82ca35df04c1878927">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1e977a06b8c601b79292eeb9236f1930"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Inhaltstyp"/>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C34F52-750A-4809-A62E-4DD5D8B80ADF}">
  <ds:schemaRefs>
    <ds:schemaRef ds:uri="http://schemas.microsoft.com/sharepoint/v3/contenttype/forms"/>
  </ds:schemaRefs>
</ds:datastoreItem>
</file>

<file path=customXml/itemProps2.xml><?xml version="1.0" encoding="utf-8"?>
<ds:datastoreItem xmlns:ds="http://schemas.openxmlformats.org/officeDocument/2006/customXml" ds:itemID="{8823FE86-530B-4FFF-A37E-0E63A620D75E}">
  <ds:schemaRefs>
    <ds:schemaRef ds:uri="http://schemas.openxmlformats.org/officeDocument/2006/bibliography"/>
  </ds:schemaRefs>
</ds:datastoreItem>
</file>

<file path=customXml/itemProps3.xml><?xml version="1.0" encoding="utf-8"?>
<ds:datastoreItem xmlns:ds="http://schemas.openxmlformats.org/officeDocument/2006/customXml" ds:itemID="{D6D7CF7A-0851-4313-B2FD-8DB4341E640C}">
  <ds:schemaRefs>
    <ds:schemaRef ds:uri="http://schemas.microsoft.com/office/2006/metadata/properties"/>
    <ds:schemaRef ds:uri="http://schemas.microsoft.com/office/infopath/2007/PartnerControls"/>
    <ds:schemaRef ds:uri="22226ec7-1124-4a59-96a7-46494b53e4e8"/>
    <ds:schemaRef ds:uri="b1fe39c8-28e8-4fc2-89c1-b80381c4dc8f"/>
  </ds:schemaRefs>
</ds:datastoreItem>
</file>

<file path=customXml/itemProps4.xml><?xml version="1.0" encoding="utf-8"?>
<ds:datastoreItem xmlns:ds="http://schemas.openxmlformats.org/officeDocument/2006/customXml" ds:itemID="{0B515686-E517-407B-966F-FE2939CA73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e39c8-28e8-4fc2-89c1-b80381c4dc8f"/>
    <ds:schemaRef ds:uri="22226ec7-1124-4a59-96a7-46494b53e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SCD43_Boilerplate_EN</Template>
  <TotalTime>0</TotalTime>
  <Pages>2</Pages>
  <Words>147</Words>
  <Characters>930</Characters>
  <Application>Microsoft Office Word</Application>
  <DocSecurity>0</DocSecurity>
  <Lines>7</Lines>
  <Paragraphs>2</Paragraphs>
  <ScaleCrop>false</ScaleCrop>
  <Company/>
  <LinksUpToDate>false</LinksUpToDate>
  <CharactersWithSpaces>1075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Kim Ceresola</dc:creator>
  <cp:keywords/>
  <dc:description/>
  <cp:lastModifiedBy>Kim Ceresola</cp:lastModifiedBy>
  <cp:revision>47</cp:revision>
  <cp:lastPrinted>2025-12-14T16:39:00Z</cp:lastPrinted>
  <dcterms:created xsi:type="dcterms:W3CDTF">2025-08-18T13:02:00Z</dcterms:created>
  <dcterms:modified xsi:type="dcterms:W3CDTF">2025-12-14T16:39:00Z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0x010100F886A1874FE21B44BAD3A316A1A6FBD9</vt:lpwstr>
  </property>
  <property fmtid="{D5CDD505-2E9C-101B-9397-08002B2CF9AE}" pid="4" name="MSIP_Label_8b833d12-c387-4ee1-b3ed-d59690047b70_Enabled">
    <vt:lpwstr>true</vt:lpwstr>
  </property>
  <property fmtid="{D5CDD505-2E9C-101B-9397-08002B2CF9AE}" pid="5" name="MSIP_Label_8b833d12-c387-4ee1-b3ed-d59690047b70_SetDate">
    <vt:lpwstr>2025-12-14T16:10:16Z</vt:lpwstr>
  </property>
  <property fmtid="{D5CDD505-2E9C-101B-9397-08002B2CF9AE}" pid="6" name="MSIP_Label_8b833d12-c387-4ee1-b3ed-d59690047b70_Method">
    <vt:lpwstr>Standard</vt:lpwstr>
  </property>
  <property fmtid="{D5CDD505-2E9C-101B-9397-08002B2CF9AE}" pid="7" name="MSIP_Label_8b833d12-c387-4ee1-b3ed-d59690047b70_Name">
    <vt:lpwstr>D5</vt:lpwstr>
  </property>
  <property fmtid="{D5CDD505-2E9C-101B-9397-08002B2CF9AE}" pid="8" name="MSIP_Label_8b833d12-c387-4ee1-b3ed-d59690047b70_SiteId">
    <vt:lpwstr>97b70348-6168-425b-8cee-4328b09d7ddd</vt:lpwstr>
  </property>
  <property fmtid="{D5CDD505-2E9C-101B-9397-08002B2CF9AE}" pid="9" name="MSIP_Label_8b833d12-c387-4ee1-b3ed-d59690047b70_ActionId">
    <vt:lpwstr>bcc42b42-0f65-44a9-ada3-435d1129659e</vt:lpwstr>
  </property>
  <property fmtid="{D5CDD505-2E9C-101B-9397-08002B2CF9AE}" pid="10" name="MSIP_Label_8b833d12-c387-4ee1-b3ed-d59690047b70_ContentBits">
    <vt:lpwstr>0</vt:lpwstr>
  </property>
  <property fmtid="{D5CDD505-2E9C-101B-9397-08002B2CF9AE}" pid="11" name="MSIP_Label_8b833d12-c387-4ee1-b3ed-d59690047b70_Tag">
    <vt:lpwstr>10, 3, 0, 1</vt:lpwstr>
  </property>
</Properties>
</file>